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A5129" w14:textId="77777777" w:rsidR="007120E3" w:rsidRPr="00B532B5" w:rsidRDefault="007120E3" w:rsidP="007120E3">
      <w:pPr>
        <w:rPr>
          <w:rFonts w:eastAsiaTheme="minorEastAsia"/>
        </w:rPr>
      </w:pPr>
    </w:p>
    <w:p w14:paraId="2D9725D7" w14:textId="25EF80BB" w:rsidR="007120E3" w:rsidRPr="00B532B5" w:rsidRDefault="007120E3" w:rsidP="007120E3">
      <w:pPr>
        <w:rPr>
          <w:rFonts w:eastAsiaTheme="minorEastAsia"/>
          <w:b/>
          <w:bCs/>
        </w:rPr>
      </w:pPr>
      <w:r w:rsidRPr="00B532B5">
        <w:rPr>
          <w:rFonts w:eastAsiaTheme="minorEastAsia"/>
        </w:rPr>
        <w:t xml:space="preserve">As a general rule, </w:t>
      </w:r>
      <w:r w:rsidRPr="00B532B5">
        <w:rPr>
          <w:rFonts w:eastAsiaTheme="minorEastAsia"/>
          <w:b/>
          <w:bCs/>
        </w:rPr>
        <w:t xml:space="preserve">Mitacs cannot support an internship in which the intern is doing work they are currently or were previously doing as an employee. </w:t>
      </w:r>
    </w:p>
    <w:p w14:paraId="1A938605" w14:textId="77777777" w:rsidR="007120E3" w:rsidRPr="00B532B5" w:rsidRDefault="007120E3" w:rsidP="007120E3">
      <w:pPr>
        <w:rPr>
          <w:rFonts w:eastAsia="Calibri"/>
        </w:rPr>
      </w:pPr>
    </w:p>
    <w:p w14:paraId="28892A49" w14:textId="77777777" w:rsidR="007120E3" w:rsidRPr="00B532B5" w:rsidRDefault="007120E3" w:rsidP="007120E3">
      <w:pPr>
        <w:rPr>
          <w:rFonts w:eastAsiaTheme="minorEastAsia"/>
        </w:rPr>
      </w:pPr>
      <w:r w:rsidRPr="00B532B5">
        <w:rPr>
          <w:rFonts w:eastAsiaTheme="minorEastAsia"/>
          <w:b/>
          <w:bCs/>
        </w:rPr>
        <w:t>Exceptions</w:t>
      </w:r>
      <w:r w:rsidRPr="00B532B5">
        <w:rPr>
          <w:rFonts w:eastAsiaTheme="minorEastAsia"/>
        </w:rPr>
        <w:t xml:space="preserve"> are allowed under the following conditions and reviewed case-by-case:</w:t>
      </w:r>
    </w:p>
    <w:p w14:paraId="3127FC66" w14:textId="77777777" w:rsidR="007120E3" w:rsidRPr="00B532B5" w:rsidRDefault="007120E3" w:rsidP="007120E3">
      <w:pPr>
        <w:rPr>
          <w:rFonts w:eastAsiaTheme="minorEastAsia"/>
        </w:rPr>
      </w:pPr>
    </w:p>
    <w:tbl>
      <w:tblPr>
        <w:tblStyle w:val="TableGrid"/>
        <w:tblW w:w="0" w:type="auto"/>
        <w:tblLayout w:type="fixed"/>
        <w:tblLook w:val="06A0" w:firstRow="1" w:lastRow="0" w:firstColumn="1" w:lastColumn="0" w:noHBand="1" w:noVBand="1"/>
      </w:tblPr>
      <w:tblGrid>
        <w:gridCol w:w="4680"/>
        <w:gridCol w:w="4680"/>
      </w:tblGrid>
      <w:tr w:rsidR="007120E3" w:rsidRPr="00B532B5" w14:paraId="56F29E35" w14:textId="77777777" w:rsidTr="00421D3B">
        <w:tc>
          <w:tcPr>
            <w:tcW w:w="4680" w:type="dxa"/>
          </w:tcPr>
          <w:p w14:paraId="660AB2A3" w14:textId="77777777" w:rsidR="007120E3" w:rsidRPr="00B532B5" w:rsidRDefault="007120E3" w:rsidP="00421D3B">
            <w:pPr>
              <w:rPr>
                <w:rFonts w:eastAsia="Calibri"/>
                <w:b/>
                <w:bCs/>
              </w:rPr>
            </w:pPr>
            <w:r w:rsidRPr="00B532B5">
              <w:rPr>
                <w:rFonts w:eastAsia="Calibri"/>
                <w:b/>
                <w:bCs/>
              </w:rPr>
              <w:t>Students</w:t>
            </w:r>
          </w:p>
        </w:tc>
        <w:tc>
          <w:tcPr>
            <w:tcW w:w="4680" w:type="dxa"/>
          </w:tcPr>
          <w:p w14:paraId="43741266" w14:textId="77777777" w:rsidR="007120E3" w:rsidRPr="00B532B5" w:rsidRDefault="007120E3" w:rsidP="00421D3B">
            <w:pPr>
              <w:rPr>
                <w:rFonts w:eastAsia="Calibri"/>
                <w:b/>
                <w:bCs/>
              </w:rPr>
            </w:pPr>
            <w:r w:rsidRPr="00B532B5">
              <w:rPr>
                <w:rFonts w:eastAsia="Calibri"/>
                <w:b/>
                <w:bCs/>
              </w:rPr>
              <w:t>Postdoctoral Fellows</w:t>
            </w:r>
          </w:p>
        </w:tc>
      </w:tr>
      <w:tr w:rsidR="007120E3" w:rsidRPr="00B532B5" w14:paraId="0E07C813" w14:textId="77777777" w:rsidTr="00421D3B">
        <w:tc>
          <w:tcPr>
            <w:tcW w:w="4680" w:type="dxa"/>
          </w:tcPr>
          <w:p w14:paraId="34AC3836" w14:textId="77777777" w:rsidR="007120E3" w:rsidRPr="00B532B5" w:rsidRDefault="007120E3" w:rsidP="00421D3B">
            <w:pPr>
              <w:pStyle w:val="ListParagraph"/>
              <w:numPr>
                <w:ilvl w:val="0"/>
                <w:numId w:val="1"/>
              </w:numPr>
              <w:ind w:left="318" w:hanging="318"/>
              <w:rPr>
                <w:rFonts w:eastAsiaTheme="minorEastAsia"/>
              </w:rPr>
            </w:pPr>
            <w:r w:rsidRPr="00B532B5">
              <w:rPr>
                <w:rFonts w:eastAsiaTheme="minorEastAsia"/>
              </w:rPr>
              <w:t>The intern has gone back to school to pursue a new post-secondary diploma or degree following their employment</w:t>
            </w:r>
          </w:p>
          <w:p w14:paraId="4DF54B1B" w14:textId="77777777" w:rsidR="007120E3" w:rsidRPr="00B532B5" w:rsidRDefault="007120E3" w:rsidP="00421D3B">
            <w:pPr>
              <w:pStyle w:val="ListParagraph"/>
              <w:numPr>
                <w:ilvl w:val="0"/>
                <w:numId w:val="1"/>
              </w:numPr>
              <w:ind w:left="318" w:hanging="318"/>
              <w:rPr>
                <w:rFonts w:eastAsiaTheme="minorEastAsia"/>
              </w:rPr>
            </w:pPr>
            <w:r w:rsidRPr="00B532B5">
              <w:rPr>
                <w:rFonts w:eastAsiaTheme="minorEastAsia"/>
              </w:rPr>
              <w:t>The proposed internship is substantially different than the work they were doing as an employee</w:t>
            </w:r>
          </w:p>
          <w:p w14:paraId="564F1C54" w14:textId="77777777" w:rsidR="007120E3" w:rsidRPr="00B532B5" w:rsidRDefault="007120E3" w:rsidP="00421D3B">
            <w:pPr>
              <w:pStyle w:val="ListParagraph"/>
              <w:numPr>
                <w:ilvl w:val="0"/>
                <w:numId w:val="1"/>
              </w:numPr>
              <w:ind w:left="318" w:hanging="318"/>
              <w:rPr>
                <w:rFonts w:eastAsiaTheme="minorEastAsia"/>
              </w:rPr>
            </w:pPr>
            <w:r w:rsidRPr="00B532B5">
              <w:rPr>
                <w:rFonts w:eastAsiaTheme="minorEastAsia"/>
              </w:rPr>
              <w:t>The intern is not an employee during the internship</w:t>
            </w:r>
          </w:p>
        </w:tc>
        <w:tc>
          <w:tcPr>
            <w:tcW w:w="4680" w:type="dxa"/>
          </w:tcPr>
          <w:p w14:paraId="33FEB455" w14:textId="2C6DFFF7" w:rsidR="007120E3" w:rsidRPr="00B532B5" w:rsidRDefault="00D44EE0" w:rsidP="00421D3B">
            <w:pPr>
              <w:pStyle w:val="ListParagraph"/>
              <w:numPr>
                <w:ilvl w:val="0"/>
                <w:numId w:val="1"/>
              </w:numPr>
              <w:ind w:left="315" w:hanging="315"/>
              <w:rPr>
                <w:rFonts w:eastAsiaTheme="minorEastAsia"/>
              </w:rPr>
            </w:pPr>
            <w:r w:rsidRPr="00D44EE0">
              <w:rPr>
                <w:rFonts w:eastAsia="Calibri"/>
                <w:b/>
                <w:bCs/>
              </w:rPr>
              <w:t>Accelerate and Elevate</w:t>
            </w:r>
            <w:r>
              <w:rPr>
                <w:rFonts w:eastAsia="Calibri"/>
              </w:rPr>
              <w:t xml:space="preserve">: </w:t>
            </w:r>
            <w:r w:rsidR="007120E3" w:rsidRPr="00B532B5">
              <w:rPr>
                <w:rFonts w:eastAsia="Calibri"/>
              </w:rPr>
              <w:t xml:space="preserve">The </w:t>
            </w:r>
            <w:r w:rsidR="0019761D">
              <w:rPr>
                <w:rFonts w:eastAsia="Calibri"/>
              </w:rPr>
              <w:t>postdoctoral fellow</w:t>
            </w:r>
            <w:r w:rsidR="007120E3" w:rsidRPr="00B532B5">
              <w:rPr>
                <w:rFonts w:eastAsia="Calibri"/>
              </w:rPr>
              <w:t xml:space="preserve"> was only previously employed part-time and/or for a very short time</w:t>
            </w:r>
          </w:p>
          <w:p w14:paraId="4D58F758" w14:textId="761EE202" w:rsidR="007120E3" w:rsidRPr="00B532B5" w:rsidRDefault="00D44EE0" w:rsidP="00421D3B">
            <w:pPr>
              <w:pStyle w:val="ListParagraph"/>
              <w:numPr>
                <w:ilvl w:val="0"/>
                <w:numId w:val="1"/>
              </w:numPr>
              <w:ind w:left="315" w:hanging="315"/>
            </w:pPr>
            <w:r w:rsidRPr="00D44EE0">
              <w:rPr>
                <w:rFonts w:eastAsia="Calibri"/>
                <w:b/>
                <w:bCs/>
              </w:rPr>
              <w:t>Accelerate and Elevate</w:t>
            </w:r>
            <w:r>
              <w:rPr>
                <w:rFonts w:eastAsia="Calibri"/>
              </w:rPr>
              <w:t xml:space="preserve">: </w:t>
            </w:r>
            <w:r w:rsidR="007120E3" w:rsidRPr="00B532B5">
              <w:rPr>
                <w:rFonts w:eastAsia="Calibri"/>
              </w:rPr>
              <w:t xml:space="preserve">The </w:t>
            </w:r>
            <w:r w:rsidR="0019761D">
              <w:rPr>
                <w:rFonts w:eastAsia="Calibri"/>
              </w:rPr>
              <w:t>postdoctoral fellow</w:t>
            </w:r>
            <w:r w:rsidR="007120E3" w:rsidRPr="00B532B5">
              <w:rPr>
                <w:rFonts w:eastAsia="Calibri"/>
              </w:rPr>
              <w:t xml:space="preserve"> is not an employee during the internship</w:t>
            </w:r>
          </w:p>
          <w:p w14:paraId="6915DC55" w14:textId="73AEB486" w:rsidR="007120E3" w:rsidRPr="00B532B5" w:rsidRDefault="00D44EE0" w:rsidP="00421D3B">
            <w:pPr>
              <w:pStyle w:val="ListParagraph"/>
              <w:numPr>
                <w:ilvl w:val="0"/>
                <w:numId w:val="1"/>
              </w:numPr>
              <w:ind w:left="315" w:hanging="315"/>
              <w:rPr>
                <w:rFonts w:eastAsiaTheme="minorEastAsia"/>
              </w:rPr>
            </w:pPr>
            <w:r w:rsidRPr="00D44EE0">
              <w:rPr>
                <w:rFonts w:eastAsia="Calibri"/>
                <w:b/>
                <w:bCs/>
              </w:rPr>
              <w:t>Elevate</w:t>
            </w:r>
            <w:r>
              <w:rPr>
                <w:rFonts w:eastAsia="Calibri"/>
              </w:rPr>
              <w:t xml:space="preserve">: </w:t>
            </w:r>
            <w:r w:rsidR="00A60550">
              <w:rPr>
                <w:rFonts w:eastAsia="Calibri"/>
              </w:rPr>
              <w:t>The postdoctoral fellow</w:t>
            </w:r>
            <w:r w:rsidR="007120E3" w:rsidRPr="00B532B5">
              <w:rPr>
                <w:rFonts w:eastAsia="Calibri"/>
              </w:rPr>
              <w:t xml:space="preserve"> must not have received an offer of employment from the partner organization except an offer of this fellowship or short-term employment of up to six months while awaiting a decision on the fellowship</w:t>
            </w:r>
          </w:p>
          <w:p w14:paraId="06B2A244" w14:textId="77777777" w:rsidR="007120E3" w:rsidRPr="00B532B5" w:rsidRDefault="007120E3" w:rsidP="00421D3B">
            <w:pPr>
              <w:pStyle w:val="ListParagraph"/>
              <w:rPr>
                <w:rFonts w:eastAsiaTheme="minorEastAsia"/>
              </w:rPr>
            </w:pPr>
          </w:p>
        </w:tc>
      </w:tr>
    </w:tbl>
    <w:p w14:paraId="5B932B4F" w14:textId="77777777" w:rsidR="007120E3" w:rsidRPr="00B532B5" w:rsidRDefault="007120E3" w:rsidP="007120E3">
      <w:pPr>
        <w:rPr>
          <w:rFonts w:eastAsiaTheme="minorEastAsia"/>
        </w:rPr>
      </w:pPr>
    </w:p>
    <w:p w14:paraId="37F16E8F" w14:textId="77777777" w:rsidR="007120E3" w:rsidRPr="00B532B5" w:rsidRDefault="007120E3" w:rsidP="007120E3">
      <w:pPr>
        <w:shd w:val="clear" w:color="auto" w:fill="FFFFFF"/>
        <w:textAlignment w:val="baseline"/>
        <w:rPr>
          <w:rFonts w:eastAsiaTheme="minorEastAsia"/>
        </w:rPr>
      </w:pPr>
      <w:r w:rsidRPr="00B532B5">
        <w:rPr>
          <w:rFonts w:eastAsiaTheme="minorEastAsia"/>
          <w:b/>
          <w:bCs/>
        </w:rPr>
        <w:t>Applicants must also disclose any conflict of interest (COI)</w:t>
      </w:r>
      <w:r w:rsidRPr="00B532B5">
        <w:rPr>
          <w:rFonts w:eastAsiaTheme="minorEastAsia"/>
        </w:rPr>
        <w:t xml:space="preserve"> with the partner organization or with other participants in the application to Mitacs, and each case will be reviewed individually for eligibility by the Mitacs internal COI committee. The Mitacs internal COI Committee cannot approve cases where a COI is deemed to be not sufficiently mitigated. </w:t>
      </w:r>
    </w:p>
    <w:p w14:paraId="442B3D44" w14:textId="77777777" w:rsidR="007120E3" w:rsidRPr="00B532B5" w:rsidRDefault="007120E3" w:rsidP="007120E3">
      <w:pPr>
        <w:shd w:val="clear" w:color="auto" w:fill="FFFFFF"/>
        <w:textAlignment w:val="baseline"/>
        <w:rPr>
          <w:rFonts w:eastAsiaTheme="minorEastAsia"/>
        </w:rPr>
      </w:pPr>
    </w:p>
    <w:p w14:paraId="49DA20F6" w14:textId="77777777" w:rsidR="007120E3" w:rsidRPr="00B532B5" w:rsidRDefault="007120E3" w:rsidP="007120E3">
      <w:pPr>
        <w:rPr>
          <w:rFonts w:eastAsia="Calibri"/>
          <w:b/>
        </w:rPr>
      </w:pPr>
      <w:r w:rsidRPr="00B532B5">
        <w:rPr>
          <w:rFonts w:eastAsiaTheme="minorEastAsia"/>
        </w:rPr>
        <w:t>A COI is a situation in which an individual holds competing interests or loyalties that could potentially affect their decision-making</w:t>
      </w:r>
      <w:r w:rsidRPr="00B532B5">
        <w:rPr>
          <w:rFonts w:eastAsia="Times New Roman"/>
          <w:color w:val="000000"/>
          <w:spacing w:val="3"/>
          <w:sz w:val="23"/>
          <w:szCs w:val="23"/>
          <w:lang w:eastAsia="en-CA"/>
        </w:rPr>
        <w:t xml:space="preserve">. </w:t>
      </w:r>
      <w:r w:rsidRPr="00B532B5">
        <w:rPr>
          <w:rFonts w:eastAsiaTheme="minorEastAsia"/>
        </w:rPr>
        <w:t xml:space="preserve">Please refer to the </w:t>
      </w:r>
      <w:hyperlink r:id="rId11" w:history="1">
        <w:r w:rsidRPr="00B532B5">
          <w:rPr>
            <w:rFonts w:eastAsiaTheme="minorEastAsia"/>
          </w:rPr>
          <w:t>Mitacs</w:t>
        </w:r>
        <w:r w:rsidRPr="00B532B5">
          <w:rPr>
            <w:rStyle w:val="Hyperlink"/>
            <w:rFonts w:eastAsiaTheme="minorEastAsia"/>
          </w:rPr>
          <w:t xml:space="preserve"> COI Policy</w:t>
        </w:r>
      </w:hyperlink>
      <w:r w:rsidRPr="00B532B5">
        <w:rPr>
          <w:rFonts w:eastAsiaTheme="minorEastAsia"/>
        </w:rPr>
        <w:t xml:space="preserve"> for more information</w:t>
      </w:r>
      <w:r w:rsidRPr="00B532B5">
        <w:rPr>
          <w:noProof/>
        </w:rPr>
        <mc:AlternateContent>
          <mc:Choice Requires="wps">
            <w:drawing>
              <wp:inline distT="0" distB="0" distL="114300" distR="114300" wp14:anchorId="146E5BE2" wp14:editId="68C7B9D3">
                <wp:extent cx="6394450" cy="6350"/>
                <wp:effectExtent l="0" t="0" r="25400" b="31750"/>
                <wp:docPr id="1858393539" name="Straight Connector 2"/>
                <wp:cNvGraphicFramePr/>
                <a:graphic xmlns:a="http://schemas.openxmlformats.org/drawingml/2006/main">
                  <a:graphicData uri="http://schemas.microsoft.com/office/word/2010/wordprocessingShape">
                    <wps:wsp>
                      <wps:cNvCnPr/>
                      <wps:spPr>
                        <a:xfrm flipV="1">
                          <a:off x="0" y="0"/>
                          <a:ext cx="6394450" cy="6350"/>
                        </a:xfrm>
                        <a:prstGeom prst="line">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D44E5A" id="Straight Connector 2" o:spid="_x0000_s1026" style="flip:y;visibility:visible;mso-wrap-style:square;mso-left-percent:-10001;mso-top-percent:-10001;mso-position-horizontal:absolute;mso-position-horizontal-relative:char;mso-position-vertical:absolute;mso-position-vertical-relative:line;mso-left-percent:-10001;mso-top-percent:-10001" from="0,0" to="50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" strokecolor="#00b0f0" strokeweight=".5pt">
                <v:stroke joinstyle="miter"/>
                <w10:anchorlock/>
              </v:line>
            </w:pict>
          </mc:Fallback>
        </mc:AlternateContent>
      </w:r>
    </w:p>
    <w:p w14:paraId="502F4D3D" w14:textId="1C6E309B" w:rsidR="007120E3" w:rsidRPr="00B532B5" w:rsidRDefault="007120E3" w:rsidP="007120E3">
      <w:r w:rsidRPr="00B532B5">
        <w:rPr>
          <w:rFonts w:eastAsiaTheme="minorEastAsia"/>
          <w:b/>
          <w:bCs/>
        </w:rPr>
        <w:t xml:space="preserve">Please submit the completed form to your </w:t>
      </w:r>
      <w:hyperlink r:id="rId12" w:history="1">
        <w:r w:rsidR="00D83B90" w:rsidRPr="00B532B5">
          <w:rPr>
            <w:rStyle w:val="Hyperlink"/>
            <w:rFonts w:eastAsiaTheme="minorEastAsia"/>
          </w:rPr>
          <w:t xml:space="preserve">Mitacs </w:t>
        </w:r>
        <w:r w:rsidRPr="00B532B5">
          <w:rPr>
            <w:rStyle w:val="Hyperlink"/>
            <w:rFonts w:eastAsiaTheme="minorEastAsia"/>
          </w:rPr>
          <w:t>Business Development Representative</w:t>
        </w:r>
      </w:hyperlink>
      <w:r w:rsidRPr="00B532B5">
        <w:rPr>
          <w:rFonts w:eastAsiaTheme="minorEastAsia"/>
          <w:b/>
          <w:bCs/>
        </w:rPr>
        <w:t xml:space="preserve"> for review prior to submitting your application. For all other eligibility concerns, please contact the relevant program email.</w:t>
      </w:r>
    </w:p>
    <w:p w14:paraId="41B30F20" w14:textId="77777777" w:rsidR="007120E3" w:rsidRPr="00B532B5" w:rsidRDefault="007120E3" w:rsidP="007120E3">
      <w:pPr>
        <w:rPr>
          <w:rFonts w:eastAsia="Calibri"/>
          <w:b/>
          <w:bCs/>
          <w:color w:val="000000" w:themeColor="text1"/>
        </w:rPr>
      </w:pPr>
    </w:p>
    <w:p w14:paraId="0D582308" w14:textId="51A500E4" w:rsidR="007120E3" w:rsidRPr="00B532B5" w:rsidRDefault="007120E3" w:rsidP="00600CA7">
      <w:pPr>
        <w:tabs>
          <w:tab w:val="left" w:pos="7032"/>
        </w:tabs>
        <w:rPr>
          <w:rFonts w:eastAsia="Times New Roman"/>
          <w:b/>
          <w:bCs/>
        </w:rPr>
      </w:pPr>
      <w:r w:rsidRPr="00B532B5">
        <w:rPr>
          <w:rFonts w:eastAsia="Times New Roman"/>
          <w:b/>
          <w:bCs/>
        </w:rPr>
        <w:t xml:space="preserve">Date Submitted: </w:t>
      </w:r>
      <w:sdt>
        <w:sdtPr>
          <w:rPr>
            <w:rFonts w:eastAsia="Times New Roman"/>
            <w:b/>
            <w:bCs/>
          </w:rPr>
          <w:id w:val="-667475783"/>
          <w:placeholder>
            <w:docPart w:val="7DA162672325429CA393DD0A1A6EA347"/>
          </w:placeholder>
          <w:showingPlcHdr/>
          <w:date>
            <w:dateFormat w:val="yyyy-MM-dd"/>
            <w:lid w:val="en-CA"/>
            <w:storeMappedDataAs w:val="dateTime"/>
            <w:calendar w:val="gregorian"/>
          </w:date>
        </w:sdtPr>
        <w:sdtEndPr/>
        <w:sdtContent>
          <w:r w:rsidR="00494783" w:rsidRPr="00B532B5">
            <w:rPr>
              <w:rStyle w:val="PlaceholderText"/>
            </w:rPr>
            <w:t>Click or tap to enter a date</w:t>
          </w:r>
        </w:sdtContent>
      </w:sdt>
      <w:r w:rsidR="00F71AB0" w:rsidRPr="00B532B5">
        <w:rPr>
          <w:rFonts w:eastAsia="Times New Roman"/>
          <w:b/>
          <w:bCs/>
        </w:rPr>
        <w:tab/>
      </w:r>
    </w:p>
    <w:p w14:paraId="0944ACAC" w14:textId="4220112E" w:rsidR="007120E3" w:rsidRPr="00B532B5" w:rsidRDefault="007120E3" w:rsidP="00600CA7">
      <w:pPr>
        <w:rPr>
          <w:b/>
          <w:bCs/>
          <w:color w:val="000000" w:themeColor="text1"/>
        </w:rPr>
      </w:pPr>
      <w:r w:rsidRPr="00B532B5">
        <w:rPr>
          <w:rFonts w:eastAsia="Calibri"/>
          <w:b/>
          <w:bCs/>
          <w:color w:val="000000" w:themeColor="text1"/>
        </w:rPr>
        <w:t xml:space="preserve">Mitacs program being applied for: </w:t>
      </w:r>
      <w:sdt>
        <w:sdtPr>
          <w:rPr>
            <w:rFonts w:eastAsia="Calibri"/>
            <w:b/>
            <w:bCs/>
            <w:color w:val="000000" w:themeColor="text1"/>
          </w:rPr>
          <w:alias w:val="Choose a program"/>
          <w:tag w:val="Choose a program"/>
          <w:id w:val="-350877765"/>
          <w:placeholder>
            <w:docPart w:val="486131A7C525487BAD7FBD1943523D4B"/>
          </w:placeholder>
          <w:showingPlcHdr/>
          <w:comboBox>
            <w:listItem w:displayText="Accelerate" w:value="Accelerate"/>
            <w:listItem w:displayText="Elevate" w:value="Elevate"/>
          </w:comboBox>
        </w:sdtPr>
        <w:sdtEndPr/>
        <w:sdtContent>
          <w:r w:rsidR="00494783" w:rsidRPr="00B532B5">
            <w:rPr>
              <w:rStyle w:val="PlaceholderText"/>
            </w:rPr>
            <w:t>Choose a program</w:t>
          </w:r>
        </w:sdtContent>
      </w:sdt>
    </w:p>
    <w:p w14:paraId="2AA0EFE4" w14:textId="705FF641" w:rsidR="007120E3" w:rsidRPr="00B532B5" w:rsidRDefault="007120E3" w:rsidP="00600CA7">
      <w:pPr>
        <w:rPr>
          <w:rFonts w:eastAsia="Times New Roman"/>
        </w:rPr>
      </w:pPr>
      <w:r w:rsidRPr="00B532B5">
        <w:rPr>
          <w:rFonts w:eastAsiaTheme="minorEastAsia"/>
          <w:b/>
          <w:bCs/>
        </w:rPr>
        <w:t xml:space="preserve">Name of intern: </w:t>
      </w:r>
      <w:r w:rsidRPr="00B532B5">
        <w:rPr>
          <w:rFonts w:eastAsia="Times New Roman"/>
        </w:rPr>
        <w:t xml:space="preserve"> </w:t>
      </w:r>
      <w:sdt>
        <w:sdtPr>
          <w:rPr>
            <w:rFonts w:eastAsia="Times New Roman"/>
          </w:rPr>
          <w:id w:val="-267784058"/>
          <w:placeholder>
            <w:docPart w:val="672BF6398753432A8377C9F0C157C448"/>
          </w:placeholder>
          <w:showingPlcHdr/>
        </w:sdtPr>
        <w:sdtEndPr/>
        <w:sdtContent>
          <w:r w:rsidR="001405F1" w:rsidRPr="00B532B5">
            <w:rPr>
              <w:rStyle w:val="PlaceholderText"/>
            </w:rPr>
            <w:t>Enter name</w:t>
          </w:r>
        </w:sdtContent>
      </w:sdt>
    </w:p>
    <w:p w14:paraId="7B1FDA83" w14:textId="633FF032" w:rsidR="007120E3" w:rsidRPr="00B532B5" w:rsidRDefault="007120E3" w:rsidP="00600CA7">
      <w:pPr>
        <w:rPr>
          <w:rFonts w:eastAsia="Times New Roman"/>
        </w:rPr>
      </w:pPr>
      <w:r w:rsidRPr="00B532B5">
        <w:rPr>
          <w:rFonts w:eastAsiaTheme="minorEastAsia"/>
          <w:b/>
          <w:bCs/>
        </w:rPr>
        <w:t xml:space="preserve">Partner organization:  </w:t>
      </w:r>
      <w:sdt>
        <w:sdtPr>
          <w:rPr>
            <w:rFonts w:eastAsiaTheme="minorEastAsia"/>
            <w:b/>
            <w:bCs/>
          </w:rPr>
          <w:id w:val="-1315944946"/>
          <w:placeholder>
            <w:docPart w:val="80C2F5B8CBF644A99935FFD554161823"/>
          </w:placeholder>
          <w:showingPlcHdr/>
        </w:sdtPr>
        <w:sdtEndPr/>
        <w:sdtContent>
          <w:r w:rsidR="001405F1" w:rsidRPr="00B532B5">
            <w:rPr>
              <w:rStyle w:val="PlaceholderText"/>
            </w:rPr>
            <w:t>Enter name of the partner organization</w:t>
          </w:r>
        </w:sdtContent>
      </w:sdt>
    </w:p>
    <w:p w14:paraId="100EC7E2" w14:textId="26EE89E1" w:rsidR="007120E3" w:rsidRPr="00B532B5" w:rsidRDefault="007120E3" w:rsidP="00600CA7">
      <w:pPr>
        <w:rPr>
          <w:rFonts w:eastAsia="Times New Roman"/>
        </w:rPr>
      </w:pPr>
      <w:r w:rsidRPr="00B532B5">
        <w:rPr>
          <w:rFonts w:eastAsiaTheme="minorEastAsia"/>
          <w:b/>
          <w:bCs/>
        </w:rPr>
        <w:t xml:space="preserve">Partner organization website (if available): </w:t>
      </w:r>
      <w:sdt>
        <w:sdtPr>
          <w:rPr>
            <w:rFonts w:eastAsiaTheme="minorEastAsia"/>
            <w:b/>
            <w:bCs/>
          </w:rPr>
          <w:id w:val="-1020843855"/>
          <w:placeholder>
            <w:docPart w:val="1B4AD3F572E14C2BB0B00B0F8BACA315"/>
          </w:placeholder>
          <w:showingPlcHdr/>
        </w:sdtPr>
        <w:sdtEndPr/>
        <w:sdtContent>
          <w:r w:rsidR="003153FE" w:rsidRPr="00B532B5">
            <w:rPr>
              <w:rStyle w:val="PlaceholderText"/>
            </w:rPr>
            <w:t>Enter URL</w:t>
          </w:r>
        </w:sdtContent>
      </w:sdt>
    </w:p>
    <w:p w14:paraId="2216D8FC" w14:textId="282C3CCE" w:rsidR="007120E3" w:rsidRPr="00B532B5" w:rsidRDefault="007120E3" w:rsidP="00600CA7">
      <w:pPr>
        <w:rPr>
          <w:rFonts w:eastAsia="Times New Roman"/>
          <w:b/>
        </w:rPr>
      </w:pPr>
      <w:r w:rsidRPr="00B532B5">
        <w:rPr>
          <w:rFonts w:eastAsia="Times New Roman"/>
          <w:b/>
          <w:bCs/>
        </w:rPr>
        <w:t xml:space="preserve">Mitacs Business Development Specialist: </w:t>
      </w:r>
      <w:sdt>
        <w:sdtPr>
          <w:rPr>
            <w:rFonts w:eastAsia="Times New Roman"/>
            <w:b/>
            <w:bCs/>
          </w:rPr>
          <w:id w:val="-587844727"/>
          <w:placeholder>
            <w:docPart w:val="F63B5BC7C3664CFCBB2C90241EE5A0B7"/>
          </w:placeholder>
          <w:showingPlcHdr/>
        </w:sdtPr>
        <w:sdtEndPr/>
        <w:sdtContent>
          <w:r w:rsidR="00F91895" w:rsidRPr="00B532B5">
            <w:rPr>
              <w:rStyle w:val="PlaceholderText"/>
            </w:rPr>
            <w:t>Enter name</w:t>
          </w:r>
        </w:sdtContent>
      </w:sdt>
    </w:p>
    <w:p w14:paraId="7FAFDACC" w14:textId="77777777" w:rsidR="00820C08" w:rsidRDefault="007120E3" w:rsidP="00600CA7">
      <w:pPr>
        <w:rPr>
          <w:rFonts w:eastAsia="Times New Roman"/>
          <w:b/>
          <w:bCs/>
        </w:rPr>
      </w:pPr>
      <w:r w:rsidRPr="00B532B5">
        <w:rPr>
          <w:rFonts w:eastAsia="Times New Roman"/>
          <w:b/>
          <w:bCs/>
        </w:rPr>
        <w:t xml:space="preserve">Your contact information (email): </w:t>
      </w:r>
      <w:sdt>
        <w:sdtPr>
          <w:rPr>
            <w:rFonts w:eastAsia="Times New Roman"/>
            <w:b/>
            <w:bCs/>
          </w:rPr>
          <w:id w:val="753866306"/>
          <w:placeholder>
            <w:docPart w:val="E612753E41604C37BDD22070A35918A1"/>
          </w:placeholder>
          <w:showingPlcHdr/>
        </w:sdtPr>
        <w:sdtEndPr/>
        <w:sdtContent>
          <w:r w:rsidR="00F91895" w:rsidRPr="00B532B5">
            <w:rPr>
              <w:rStyle w:val="PlaceholderText"/>
            </w:rPr>
            <w:t>Enter email address</w:t>
          </w:r>
        </w:sdtContent>
      </w:sdt>
    </w:p>
    <w:p w14:paraId="60AC6B80" w14:textId="6BEBEB0E" w:rsidR="00B532B5" w:rsidRPr="00820C08" w:rsidRDefault="007120E3" w:rsidP="00820C08">
      <w:pPr>
        <w:spacing w:line="360" w:lineRule="auto"/>
        <w:rPr>
          <w:rFonts w:eastAsia="Times New Roman"/>
          <w:b/>
          <w:bCs/>
        </w:rPr>
      </w:pPr>
      <w:r w:rsidRPr="00B532B5">
        <w:rPr>
          <w:rFonts w:eastAsiaTheme="minorEastAsia"/>
          <w:b/>
          <w:bCs/>
        </w:rPr>
        <w:t>Intern diploma or degree level</w:t>
      </w:r>
      <w:r w:rsidR="00EE5A82">
        <w:rPr>
          <w:rFonts w:eastAsiaTheme="minorEastAsia"/>
          <w:b/>
          <w:bCs/>
        </w:rPr>
        <w:t xml:space="preserve"> during the project</w:t>
      </w:r>
      <w:r w:rsidRPr="00B532B5">
        <w:rPr>
          <w:rFonts w:eastAsiaTheme="minorEastAsia"/>
        </w:rPr>
        <w:t xml:space="preserve">: </w:t>
      </w:r>
      <w:sdt>
        <w:sdtPr>
          <w:rPr>
            <w:rFonts w:eastAsiaTheme="minorEastAsia"/>
          </w:rPr>
          <w:alias w:val="Choose a degree level"/>
          <w:tag w:val="Choose a degree level"/>
          <w:id w:val="-1908602652"/>
          <w:placeholder>
            <w:docPart w:val="8606EE117E8446FFBE47EDFA037872A9"/>
          </w:placeholder>
          <w:showingPlcHdr/>
          <w:comboBox>
            <w:listItem w:displayText="College" w:value="College"/>
            <w:listItem w:displayText="Undergraduate" w:value="Undergraduate"/>
            <w:listItem w:displayText="Master's Degree" w:value="Master's Degree"/>
            <w:listItem w:displayText="PhD" w:value="PhD"/>
            <w:listItem w:displayText="Postdoctoral Fellow" w:value="Postdoctoral Fellow"/>
            <w:listItem w:displayText="Recent Graduate" w:value="Recent Graduate"/>
          </w:comboBox>
        </w:sdtPr>
        <w:sdtEndPr/>
        <w:sdtContent>
          <w:r w:rsidR="006B40D2" w:rsidRPr="00B532B5">
            <w:rPr>
              <w:rStyle w:val="PlaceholderText"/>
            </w:rPr>
            <w:t xml:space="preserve">Choose </w:t>
          </w:r>
          <w:r w:rsidR="00E16F6E" w:rsidRPr="00B532B5">
            <w:rPr>
              <w:rStyle w:val="PlaceholderText"/>
            </w:rPr>
            <w:t>a degree level</w:t>
          </w:r>
        </w:sdtContent>
      </w:sdt>
      <w:r w:rsidR="00E16F6E" w:rsidRPr="00B532B5">
        <w:rPr>
          <w:rFonts w:eastAsiaTheme="minorEastAsia"/>
        </w:rPr>
        <w:tab/>
      </w:r>
    </w:p>
    <w:p w14:paraId="0742A636" w14:textId="231E2428" w:rsidR="00600CA7" w:rsidRDefault="00600CA7" w:rsidP="00B532B5">
      <w:pPr>
        <w:tabs>
          <w:tab w:val="left" w:pos="6624"/>
        </w:tabs>
      </w:pPr>
    </w:p>
    <w:p w14:paraId="565DD8D0" w14:textId="77777777" w:rsidR="00111D73" w:rsidRDefault="00111D73" w:rsidP="00B532B5">
      <w:pPr>
        <w:tabs>
          <w:tab w:val="left" w:pos="6624"/>
        </w:tabs>
      </w:pPr>
    </w:p>
    <w:p w14:paraId="1DD1207B" w14:textId="77777777" w:rsidR="00600CA7" w:rsidRDefault="00600CA7" w:rsidP="00B532B5">
      <w:pPr>
        <w:tabs>
          <w:tab w:val="left" w:pos="6624"/>
        </w:tabs>
      </w:pPr>
    </w:p>
    <w:p w14:paraId="3E09D227" w14:textId="442D6D91" w:rsidR="007120E3" w:rsidRPr="00B532B5" w:rsidRDefault="007120E3" w:rsidP="00B532B5">
      <w:pPr>
        <w:tabs>
          <w:tab w:val="left" w:pos="6624"/>
        </w:tabs>
        <w:rPr>
          <w:rFonts w:eastAsiaTheme="minorEastAsia"/>
        </w:rPr>
      </w:pPr>
      <w:r w:rsidRPr="00B532B5">
        <w:t>Indicate your previous or present relationship with the partner organization or other program participants:</w:t>
      </w:r>
    </w:p>
    <w:p w14:paraId="19CFF1AB" w14:textId="77777777" w:rsidR="007120E3" w:rsidRPr="00B532B5" w:rsidRDefault="007120E3" w:rsidP="007120E3"/>
    <w:tbl>
      <w:tblPr>
        <w:tblStyle w:val="TableGrid"/>
        <w:tblW w:w="0" w:type="auto"/>
        <w:tblLook w:val="04A0" w:firstRow="1" w:lastRow="0" w:firstColumn="1" w:lastColumn="0" w:noHBand="0" w:noVBand="1"/>
      </w:tblPr>
      <w:tblGrid>
        <w:gridCol w:w="8642"/>
        <w:gridCol w:w="567"/>
      </w:tblGrid>
      <w:tr w:rsidR="007120E3" w:rsidRPr="00B532B5" w14:paraId="5AA17BA8" w14:textId="77777777" w:rsidTr="00F71AB0">
        <w:trPr>
          <w:trHeight w:val="286"/>
        </w:trPr>
        <w:tc>
          <w:tcPr>
            <w:tcW w:w="8642" w:type="dxa"/>
          </w:tcPr>
          <w:p w14:paraId="5976FC3F" w14:textId="77777777" w:rsidR="007120E3" w:rsidRPr="00B532B5" w:rsidRDefault="007120E3" w:rsidP="00421D3B">
            <w:r w:rsidRPr="00B532B5">
              <w:t>Employment (previous or current) at the partner organization</w:t>
            </w:r>
          </w:p>
        </w:tc>
        <w:sdt>
          <w:sdtPr>
            <w:id w:val="-926339750"/>
            <w14:checkbox>
              <w14:checked w14:val="0"/>
              <w14:checkedState w14:val="2612" w14:font="MS Gothic"/>
              <w14:uncheckedState w14:val="2610" w14:font="MS Gothic"/>
            </w14:checkbox>
          </w:sdtPr>
          <w:sdtEndPr/>
          <w:sdtContent>
            <w:tc>
              <w:tcPr>
                <w:tcW w:w="567" w:type="dxa"/>
              </w:tcPr>
              <w:p w14:paraId="44B7CF88" w14:textId="12EAB85A" w:rsidR="007120E3" w:rsidRPr="00B532B5" w:rsidRDefault="00494783" w:rsidP="00421D3B">
                <w:r w:rsidRPr="00B532B5">
                  <w:rPr>
                    <w:rFonts w:ascii="Segoe UI Symbol" w:eastAsia="MS Gothic" w:hAnsi="Segoe UI Symbol" w:cs="Segoe UI Symbol"/>
                  </w:rPr>
                  <w:t>☐</w:t>
                </w:r>
              </w:p>
            </w:tc>
          </w:sdtContent>
        </w:sdt>
      </w:tr>
      <w:tr w:rsidR="007120E3" w:rsidRPr="00B532B5" w14:paraId="59BEAF20" w14:textId="77777777" w:rsidTr="00F71AB0">
        <w:trPr>
          <w:trHeight w:val="277"/>
        </w:trPr>
        <w:tc>
          <w:tcPr>
            <w:tcW w:w="8642" w:type="dxa"/>
          </w:tcPr>
          <w:p w14:paraId="0011C16A" w14:textId="77777777" w:rsidR="007120E3" w:rsidRPr="00B532B5" w:rsidRDefault="007120E3" w:rsidP="00421D3B">
            <w:r w:rsidRPr="00B532B5">
              <w:t>Non-paid positions (e.g. Volunteer, board member, other)</w:t>
            </w:r>
          </w:p>
        </w:tc>
        <w:sdt>
          <w:sdtPr>
            <w:id w:val="1594049166"/>
            <w14:checkbox>
              <w14:checked w14:val="0"/>
              <w14:checkedState w14:val="2612" w14:font="MS Gothic"/>
              <w14:uncheckedState w14:val="2610" w14:font="MS Gothic"/>
            </w14:checkbox>
          </w:sdtPr>
          <w:sdtEndPr/>
          <w:sdtContent>
            <w:tc>
              <w:tcPr>
                <w:tcW w:w="567" w:type="dxa"/>
              </w:tcPr>
              <w:p w14:paraId="4435A9C4" w14:textId="4FF1CC06" w:rsidR="007120E3" w:rsidRPr="00B532B5" w:rsidRDefault="00494783" w:rsidP="00421D3B">
                <w:r w:rsidRPr="00B532B5">
                  <w:rPr>
                    <w:rFonts w:ascii="Segoe UI Symbol" w:eastAsia="MS Gothic" w:hAnsi="Segoe UI Symbol" w:cs="Segoe UI Symbol"/>
                  </w:rPr>
                  <w:t>☐</w:t>
                </w:r>
              </w:p>
            </w:tc>
          </w:sdtContent>
        </w:sdt>
      </w:tr>
      <w:tr w:rsidR="007120E3" w:rsidRPr="00B532B5" w14:paraId="1F76A027" w14:textId="77777777" w:rsidTr="00F71AB0">
        <w:trPr>
          <w:trHeight w:val="266"/>
        </w:trPr>
        <w:tc>
          <w:tcPr>
            <w:tcW w:w="8642" w:type="dxa"/>
          </w:tcPr>
          <w:p w14:paraId="03514DD3" w14:textId="77777777" w:rsidR="007120E3" w:rsidRPr="00B532B5" w:rsidRDefault="007120E3" w:rsidP="00421D3B">
            <w:r w:rsidRPr="00B532B5">
              <w:t>Percentage (%) ownership in the partner organization</w:t>
            </w:r>
          </w:p>
        </w:tc>
        <w:sdt>
          <w:sdtPr>
            <w:id w:val="295956590"/>
            <w14:checkbox>
              <w14:checked w14:val="0"/>
              <w14:checkedState w14:val="2612" w14:font="MS Gothic"/>
              <w14:uncheckedState w14:val="2610" w14:font="MS Gothic"/>
            </w14:checkbox>
          </w:sdtPr>
          <w:sdtEndPr/>
          <w:sdtContent>
            <w:tc>
              <w:tcPr>
                <w:tcW w:w="567" w:type="dxa"/>
              </w:tcPr>
              <w:p w14:paraId="61233A0B" w14:textId="15B10282" w:rsidR="007120E3" w:rsidRPr="00B532B5" w:rsidRDefault="00494783" w:rsidP="00421D3B">
                <w:r w:rsidRPr="00B532B5">
                  <w:rPr>
                    <w:rFonts w:ascii="Segoe UI Symbol" w:eastAsia="MS Gothic" w:hAnsi="Segoe UI Symbol" w:cs="Segoe UI Symbol"/>
                  </w:rPr>
                  <w:t>☐</w:t>
                </w:r>
              </w:p>
            </w:tc>
          </w:sdtContent>
        </w:sdt>
      </w:tr>
      <w:tr w:rsidR="007120E3" w:rsidRPr="00B532B5" w14:paraId="053017F2" w14:textId="77777777" w:rsidTr="00D70C6D">
        <w:tc>
          <w:tcPr>
            <w:tcW w:w="8642" w:type="dxa"/>
          </w:tcPr>
          <w:p w14:paraId="24EAAEB8" w14:textId="77777777" w:rsidR="007120E3" w:rsidRPr="00B532B5" w:rsidRDefault="007120E3" w:rsidP="00421D3B">
            <w:r w:rsidRPr="00B532B5">
              <w:t>Familial or intimate relationship with other program participants (e.g. the Academic Supervisor)</w:t>
            </w:r>
          </w:p>
        </w:tc>
        <w:sdt>
          <w:sdtPr>
            <w:id w:val="-835145861"/>
            <w14:checkbox>
              <w14:checked w14:val="0"/>
              <w14:checkedState w14:val="2612" w14:font="MS Gothic"/>
              <w14:uncheckedState w14:val="2610" w14:font="MS Gothic"/>
            </w14:checkbox>
          </w:sdtPr>
          <w:sdtEndPr/>
          <w:sdtContent>
            <w:tc>
              <w:tcPr>
                <w:tcW w:w="567" w:type="dxa"/>
              </w:tcPr>
              <w:p w14:paraId="5A3D854F" w14:textId="3552868E" w:rsidR="007120E3" w:rsidRPr="00B532B5" w:rsidRDefault="00494783" w:rsidP="00421D3B">
                <w:r w:rsidRPr="00B532B5">
                  <w:rPr>
                    <w:rFonts w:ascii="Segoe UI Symbol" w:eastAsia="MS Gothic" w:hAnsi="Segoe UI Symbol" w:cs="Segoe UI Symbol"/>
                  </w:rPr>
                  <w:t>☐</w:t>
                </w:r>
              </w:p>
            </w:tc>
          </w:sdtContent>
        </w:sdt>
      </w:tr>
      <w:tr w:rsidR="007120E3" w:rsidRPr="00B532B5" w14:paraId="0830BFED" w14:textId="77777777" w:rsidTr="00D70C6D">
        <w:tc>
          <w:tcPr>
            <w:tcW w:w="8642" w:type="dxa"/>
          </w:tcPr>
          <w:p w14:paraId="21135623" w14:textId="77777777" w:rsidR="007120E3" w:rsidRPr="00B532B5" w:rsidRDefault="007120E3" w:rsidP="00421D3B">
            <w:r w:rsidRPr="00B532B5">
              <w:t>Familial or intimate relationship with an individual who works at or has influence or ownership in the partner organization</w:t>
            </w:r>
          </w:p>
        </w:tc>
        <w:sdt>
          <w:sdtPr>
            <w:id w:val="627893916"/>
            <w14:checkbox>
              <w14:checked w14:val="0"/>
              <w14:checkedState w14:val="2612" w14:font="MS Gothic"/>
              <w14:uncheckedState w14:val="2610" w14:font="MS Gothic"/>
            </w14:checkbox>
          </w:sdtPr>
          <w:sdtEndPr/>
          <w:sdtContent>
            <w:tc>
              <w:tcPr>
                <w:tcW w:w="567" w:type="dxa"/>
              </w:tcPr>
              <w:p w14:paraId="7DDC5188" w14:textId="2C7E90A8" w:rsidR="007120E3" w:rsidRPr="00B532B5" w:rsidRDefault="00494783" w:rsidP="00421D3B">
                <w:r w:rsidRPr="00B532B5">
                  <w:rPr>
                    <w:rFonts w:ascii="Segoe UI Symbol" w:eastAsia="MS Gothic" w:hAnsi="Segoe UI Symbol" w:cs="Segoe UI Symbol"/>
                  </w:rPr>
                  <w:t>☐</w:t>
                </w:r>
              </w:p>
            </w:tc>
          </w:sdtContent>
        </w:sdt>
      </w:tr>
      <w:tr w:rsidR="007120E3" w:rsidRPr="00B532B5" w14:paraId="6CA36921" w14:textId="77777777" w:rsidTr="00D70C6D">
        <w:tc>
          <w:tcPr>
            <w:tcW w:w="8642" w:type="dxa"/>
          </w:tcPr>
          <w:p w14:paraId="513FA1C4" w14:textId="7C777853" w:rsidR="007120E3" w:rsidRPr="00B532B5" w:rsidRDefault="007120E3" w:rsidP="00421D3B">
            <w:r w:rsidRPr="00B532B5">
              <w:t xml:space="preserve">Other (please specify):   </w:t>
            </w:r>
          </w:p>
          <w:sdt>
            <w:sdtPr>
              <w:id w:val="-892503274"/>
              <w:placeholder>
                <w:docPart w:val="7C451182D19D48C899E3C3E495A9C5D1"/>
              </w:placeholder>
              <w:showingPlcHdr/>
            </w:sdtPr>
            <w:sdtEndPr/>
            <w:sdtContent>
              <w:p w14:paraId="0E4FF567" w14:textId="6A5D80B0" w:rsidR="00494783" w:rsidRPr="00B532B5" w:rsidRDefault="00494783" w:rsidP="00421D3B">
                <w:r w:rsidRPr="00B532B5">
                  <w:rPr>
                    <w:rStyle w:val="PlaceholderText"/>
                  </w:rPr>
                  <w:t>Click or tap here to enter text</w:t>
                </w:r>
              </w:p>
            </w:sdtContent>
          </w:sdt>
          <w:p w14:paraId="112DBEA9" w14:textId="77777777" w:rsidR="007120E3" w:rsidRPr="00B532B5" w:rsidRDefault="007120E3" w:rsidP="00421D3B"/>
          <w:p w14:paraId="22F826CC" w14:textId="77777777" w:rsidR="007120E3" w:rsidRPr="00B532B5" w:rsidRDefault="007120E3" w:rsidP="00421D3B"/>
        </w:tc>
        <w:sdt>
          <w:sdtPr>
            <w:id w:val="-1821874313"/>
            <w14:checkbox>
              <w14:checked w14:val="0"/>
              <w14:checkedState w14:val="2612" w14:font="MS Gothic"/>
              <w14:uncheckedState w14:val="2610" w14:font="MS Gothic"/>
            </w14:checkbox>
          </w:sdtPr>
          <w:sdtEndPr/>
          <w:sdtContent>
            <w:tc>
              <w:tcPr>
                <w:tcW w:w="567" w:type="dxa"/>
              </w:tcPr>
              <w:p w14:paraId="24F52BF0" w14:textId="51211034" w:rsidR="007120E3" w:rsidRPr="00B532B5" w:rsidRDefault="00494783" w:rsidP="00421D3B">
                <w:r w:rsidRPr="00B532B5">
                  <w:rPr>
                    <w:rFonts w:ascii="Segoe UI Symbol" w:eastAsia="MS Gothic" w:hAnsi="Segoe UI Symbol" w:cs="Segoe UI Symbol"/>
                  </w:rPr>
                  <w:t>☐</w:t>
                </w:r>
              </w:p>
            </w:tc>
          </w:sdtContent>
        </w:sdt>
      </w:tr>
    </w:tbl>
    <w:p w14:paraId="54051A1D" w14:textId="77777777" w:rsidR="007120E3" w:rsidRPr="00B532B5" w:rsidRDefault="007120E3" w:rsidP="007120E3"/>
    <w:p w14:paraId="62C79F94" w14:textId="427CDA80" w:rsidR="007120E3" w:rsidRPr="00B532B5" w:rsidRDefault="007120E3" w:rsidP="007120E3">
      <w:r w:rsidRPr="00B532B5">
        <w:t>Please describe in more detail your relationship to the partner organization or other program participants.  Include the following in your description, if applicable:</w:t>
      </w:r>
    </w:p>
    <w:p w14:paraId="1F41D0D3" w14:textId="77777777" w:rsidR="007120E3" w:rsidRPr="00B532B5" w:rsidRDefault="007120E3" w:rsidP="007120E3">
      <w:pPr>
        <w:pStyle w:val="ListParagraph"/>
        <w:numPr>
          <w:ilvl w:val="0"/>
          <w:numId w:val="2"/>
        </w:numPr>
      </w:pPr>
      <w:r w:rsidRPr="00B532B5">
        <w:t>Percentage (%) of ownership in the partner organization</w:t>
      </w:r>
    </w:p>
    <w:p w14:paraId="3AF5033F" w14:textId="0A30A3A5" w:rsidR="007120E3" w:rsidRPr="00B532B5" w:rsidRDefault="007120E3" w:rsidP="007120E3">
      <w:pPr>
        <w:pStyle w:val="ListParagraph"/>
        <w:numPr>
          <w:ilvl w:val="0"/>
          <w:numId w:val="2"/>
        </w:numPr>
      </w:pPr>
      <w:r w:rsidRPr="00B532B5">
        <w:t>Your</w:t>
      </w:r>
      <w:r w:rsidR="00FC6BD8">
        <w:t xml:space="preserve"> </w:t>
      </w:r>
      <w:r w:rsidRPr="00B532B5">
        <w:t>role and responsibilities at the partner organization</w:t>
      </w:r>
    </w:p>
    <w:p w14:paraId="648A647F" w14:textId="42B7FD49" w:rsidR="007120E3" w:rsidRPr="00B532B5" w:rsidRDefault="007120E3" w:rsidP="007120E3">
      <w:pPr>
        <w:pStyle w:val="ListParagraph"/>
        <w:numPr>
          <w:ilvl w:val="0"/>
          <w:numId w:val="2"/>
        </w:numPr>
      </w:pPr>
      <w:r w:rsidRPr="00B532B5">
        <w:t xml:space="preserve">Whether your role has influence on day-to-day operations </w:t>
      </w:r>
    </w:p>
    <w:p w14:paraId="2C3E4975" w14:textId="77777777" w:rsidR="007120E3" w:rsidRPr="00B532B5" w:rsidRDefault="007120E3" w:rsidP="007120E3">
      <w:pPr>
        <w:pStyle w:val="ListParagraph"/>
        <w:numPr>
          <w:ilvl w:val="0"/>
          <w:numId w:val="2"/>
        </w:numPr>
        <w:rPr>
          <w:rFonts w:eastAsiaTheme="minorEastAsia"/>
        </w:rPr>
      </w:pPr>
      <w:r w:rsidRPr="00B532B5">
        <w:rPr>
          <w:rFonts w:eastAsiaTheme="minorEastAsia"/>
        </w:rPr>
        <w:t>Time spent in this position (if part time please provide the number of hours per week and number of weeks).</w:t>
      </w:r>
    </w:p>
    <w:p w14:paraId="6C94E7DD" w14:textId="77777777" w:rsidR="007120E3" w:rsidRPr="00B532B5" w:rsidRDefault="007120E3" w:rsidP="007120E3">
      <w:pPr>
        <w:pStyle w:val="ListParagraph"/>
        <w:numPr>
          <w:ilvl w:val="0"/>
          <w:numId w:val="2"/>
        </w:numPr>
      </w:pPr>
      <w:r w:rsidRPr="00B532B5">
        <w:t>Your relationship with other program participants or someone who works at the partner organization (e.g. Spouse, child, parent, partner, other)</w:t>
      </w:r>
    </w:p>
    <w:p w14:paraId="27900BBD" w14:textId="77777777" w:rsidR="007120E3" w:rsidRPr="00B532B5" w:rsidRDefault="007120E3" w:rsidP="007120E3">
      <w:pPr>
        <w:pStyle w:val="ListParagraph"/>
        <w:numPr>
          <w:ilvl w:val="0"/>
          <w:numId w:val="2"/>
        </w:numPr>
      </w:pPr>
      <w:r w:rsidRPr="00B532B5">
        <w:t>If you have familial or an intimate relationship with an employee or owner/co-owner at the partner organization, what is their role/ownership percentage (%), and what is your relationship to them?</w:t>
      </w:r>
    </w:p>
    <w:p w14:paraId="5C1F0E47" w14:textId="77777777" w:rsidR="007120E3" w:rsidRPr="00B532B5" w:rsidRDefault="007120E3" w:rsidP="007120E3">
      <w:pPr>
        <w:pStyle w:val="ListParagraph"/>
        <w:numPr>
          <w:ilvl w:val="0"/>
          <w:numId w:val="2"/>
        </w:numPr>
      </w:pPr>
      <w:r w:rsidRPr="00B532B5">
        <w:t>Mitigation measures that can be implemented to minimize any conflicts</w:t>
      </w:r>
    </w:p>
    <w:tbl>
      <w:tblPr>
        <w:tblStyle w:val="TableGrid"/>
        <w:tblW w:w="0" w:type="auto"/>
        <w:tblLook w:val="04A0" w:firstRow="1" w:lastRow="0" w:firstColumn="1" w:lastColumn="0" w:noHBand="0" w:noVBand="1"/>
      </w:tblPr>
      <w:tblGrid>
        <w:gridCol w:w="9350"/>
      </w:tblGrid>
      <w:tr w:rsidR="007120E3" w:rsidRPr="00B532B5" w14:paraId="6139A501" w14:textId="77777777" w:rsidTr="00421D3B">
        <w:tc>
          <w:tcPr>
            <w:tcW w:w="9350" w:type="dxa"/>
          </w:tcPr>
          <w:sdt>
            <w:sdtPr>
              <w:id w:val="-926963805"/>
              <w:placeholder>
                <w:docPart w:val="1B79D2A270144B6BA09027B621007C4A"/>
              </w:placeholder>
              <w:showingPlcHdr/>
            </w:sdtPr>
            <w:sdtEndPr/>
            <w:sdtContent>
              <w:p w14:paraId="22A5E304" w14:textId="201EC6BE" w:rsidR="007120E3" w:rsidRPr="00B532B5" w:rsidRDefault="00494783" w:rsidP="00421D3B">
                <w:r w:rsidRPr="00B532B5">
                  <w:rPr>
                    <w:rStyle w:val="PlaceholderText"/>
                  </w:rPr>
                  <w:t>Click or tap here to enter text</w:t>
                </w:r>
              </w:p>
            </w:sdtContent>
          </w:sdt>
          <w:p w14:paraId="5102E605" w14:textId="77777777" w:rsidR="007120E3" w:rsidRPr="00B532B5" w:rsidRDefault="007120E3" w:rsidP="00421D3B"/>
          <w:p w14:paraId="773F3849" w14:textId="77777777" w:rsidR="007120E3" w:rsidRPr="00B532B5" w:rsidRDefault="007120E3" w:rsidP="00421D3B"/>
          <w:p w14:paraId="4F5F4CFE" w14:textId="77777777" w:rsidR="007120E3" w:rsidRPr="00B532B5" w:rsidRDefault="007120E3" w:rsidP="00421D3B"/>
          <w:p w14:paraId="16198B83" w14:textId="77777777" w:rsidR="007120E3" w:rsidRPr="00B532B5" w:rsidRDefault="007120E3" w:rsidP="00421D3B"/>
          <w:p w14:paraId="6D09CEE5" w14:textId="77777777" w:rsidR="007120E3" w:rsidRPr="00B532B5" w:rsidRDefault="007120E3" w:rsidP="00421D3B"/>
          <w:p w14:paraId="2C530AC6" w14:textId="77777777" w:rsidR="007120E3" w:rsidRPr="00B532B5" w:rsidRDefault="007120E3" w:rsidP="00421D3B"/>
          <w:p w14:paraId="08D110D8" w14:textId="77777777" w:rsidR="007120E3" w:rsidRPr="00B532B5" w:rsidRDefault="007120E3" w:rsidP="00421D3B"/>
          <w:p w14:paraId="577FE9D0" w14:textId="77777777" w:rsidR="007120E3" w:rsidRPr="00B532B5" w:rsidRDefault="007120E3" w:rsidP="00421D3B"/>
        </w:tc>
      </w:tr>
    </w:tbl>
    <w:p w14:paraId="7B7C0C66" w14:textId="77777777" w:rsidR="007120E3" w:rsidRPr="00B532B5" w:rsidRDefault="007120E3" w:rsidP="007120E3"/>
    <w:p w14:paraId="60F49A9E" w14:textId="77777777" w:rsidR="007120E3" w:rsidRPr="00B532B5" w:rsidRDefault="007120E3" w:rsidP="007120E3">
      <w:r w:rsidRPr="00B532B5">
        <w:t>Will you be employed at the partner organization during the time of your research internship?</w:t>
      </w:r>
    </w:p>
    <w:p w14:paraId="22DC7917" w14:textId="64B31788" w:rsidR="007120E3" w:rsidRPr="00B532B5" w:rsidRDefault="001C6D35" w:rsidP="00494783">
      <w:pPr>
        <w:rPr>
          <w:rFonts w:eastAsiaTheme="minorEastAsia"/>
        </w:rPr>
      </w:pPr>
      <w:sdt>
        <w:sdtPr>
          <w:id w:val="1817994614"/>
          <w14:checkbox>
            <w14:checked w14:val="0"/>
            <w14:checkedState w14:val="2612" w14:font="MS Gothic"/>
            <w14:uncheckedState w14:val="2610" w14:font="MS Gothic"/>
          </w14:checkbox>
        </w:sdtPr>
        <w:sdtEndPr/>
        <w:sdtContent>
          <w:r w:rsidR="00494783" w:rsidRPr="00B532B5">
            <w:rPr>
              <w:rFonts w:ascii="Segoe UI Symbol" w:eastAsia="MS Gothic" w:hAnsi="Segoe UI Symbol" w:cs="Segoe UI Symbol"/>
            </w:rPr>
            <w:t>☐</w:t>
          </w:r>
        </w:sdtContent>
      </w:sdt>
      <w:r w:rsidR="00116DB7">
        <w:t xml:space="preserve"> </w:t>
      </w:r>
      <w:r w:rsidR="007120E3" w:rsidRPr="00B532B5">
        <w:t>Yes</w:t>
      </w:r>
    </w:p>
    <w:p w14:paraId="7F1E2B16" w14:textId="459A9C3D" w:rsidR="007120E3" w:rsidRPr="00B532B5" w:rsidRDefault="001C6D35" w:rsidP="00494783">
      <w:sdt>
        <w:sdtPr>
          <w:id w:val="-1520616072"/>
          <w14:checkbox>
            <w14:checked w14:val="0"/>
            <w14:checkedState w14:val="2612" w14:font="MS Gothic"/>
            <w14:uncheckedState w14:val="2610" w14:font="MS Gothic"/>
          </w14:checkbox>
        </w:sdtPr>
        <w:sdtEndPr/>
        <w:sdtContent>
          <w:r w:rsidR="00494783" w:rsidRPr="00B532B5">
            <w:rPr>
              <w:rFonts w:ascii="Segoe UI Symbol" w:eastAsia="MS Gothic" w:hAnsi="Segoe UI Symbol" w:cs="Segoe UI Symbol"/>
            </w:rPr>
            <w:t>☐</w:t>
          </w:r>
        </w:sdtContent>
      </w:sdt>
      <w:r w:rsidR="00116DB7">
        <w:t xml:space="preserve"> </w:t>
      </w:r>
      <w:r w:rsidR="007120E3" w:rsidRPr="00B532B5">
        <w:t>No</w:t>
      </w:r>
    </w:p>
    <w:p w14:paraId="4367F2FD" w14:textId="77777777" w:rsidR="007120E3" w:rsidRPr="00B532B5" w:rsidRDefault="007120E3" w:rsidP="007120E3">
      <w:pPr>
        <w:ind w:left="720" w:hanging="360"/>
      </w:pPr>
    </w:p>
    <w:p w14:paraId="05E1A177" w14:textId="77777777" w:rsidR="007120E3" w:rsidRPr="00B532B5" w:rsidRDefault="007120E3" w:rsidP="007120E3">
      <w:pPr>
        <w:ind w:left="720" w:hanging="360"/>
      </w:pPr>
    </w:p>
    <w:p w14:paraId="01DFF31A" w14:textId="77777777" w:rsidR="007120E3" w:rsidRPr="00B532B5" w:rsidRDefault="007120E3" w:rsidP="007120E3">
      <w:r w:rsidRPr="00B532B5">
        <w:t>If you are/were employed at the partner organization, please describe how your work is/was different than your research internship:</w:t>
      </w:r>
    </w:p>
    <w:p w14:paraId="077DE6AB" w14:textId="77777777" w:rsidR="007120E3" w:rsidRPr="00B532B5" w:rsidRDefault="007120E3" w:rsidP="007120E3"/>
    <w:tbl>
      <w:tblPr>
        <w:tblStyle w:val="TableGrid"/>
        <w:tblW w:w="0" w:type="auto"/>
        <w:tblLook w:val="04A0" w:firstRow="1" w:lastRow="0" w:firstColumn="1" w:lastColumn="0" w:noHBand="0" w:noVBand="1"/>
      </w:tblPr>
      <w:tblGrid>
        <w:gridCol w:w="9350"/>
      </w:tblGrid>
      <w:tr w:rsidR="007120E3" w:rsidRPr="00B532B5" w14:paraId="3D94491E" w14:textId="77777777" w:rsidTr="00421D3B">
        <w:trPr>
          <w:trHeight w:val="2370"/>
        </w:trPr>
        <w:tc>
          <w:tcPr>
            <w:tcW w:w="9350" w:type="dxa"/>
          </w:tcPr>
          <w:sdt>
            <w:sdtPr>
              <w:id w:val="582651164"/>
              <w:placeholder>
                <w:docPart w:val="5894BBF4A72A4C76B8A7909FCA757C01"/>
              </w:placeholder>
              <w:showingPlcHdr/>
            </w:sdtPr>
            <w:sdtEndPr/>
            <w:sdtContent>
              <w:p w14:paraId="17CFEA54" w14:textId="57BB2297" w:rsidR="007120E3" w:rsidRPr="00B532B5" w:rsidRDefault="00494783" w:rsidP="00421D3B">
                <w:r w:rsidRPr="00B532B5">
                  <w:rPr>
                    <w:rStyle w:val="PlaceholderText"/>
                  </w:rPr>
                  <w:t>Click or tap here to enter text</w:t>
                </w:r>
              </w:p>
            </w:sdtContent>
          </w:sdt>
          <w:p w14:paraId="1E5D49C6" w14:textId="77777777" w:rsidR="007120E3" w:rsidRPr="00B532B5" w:rsidRDefault="007120E3" w:rsidP="00421D3B"/>
          <w:p w14:paraId="7BE3F8C8" w14:textId="77777777" w:rsidR="007120E3" w:rsidRPr="00B532B5" w:rsidRDefault="007120E3" w:rsidP="00421D3B"/>
          <w:p w14:paraId="73CC1846" w14:textId="77777777" w:rsidR="007120E3" w:rsidRPr="00B532B5" w:rsidRDefault="007120E3" w:rsidP="00421D3B"/>
          <w:p w14:paraId="77CC2CF0" w14:textId="77777777" w:rsidR="007120E3" w:rsidRPr="00B532B5" w:rsidRDefault="007120E3" w:rsidP="00421D3B"/>
          <w:p w14:paraId="6EE4E899" w14:textId="77777777" w:rsidR="007120E3" w:rsidRPr="00B532B5" w:rsidRDefault="007120E3" w:rsidP="00421D3B"/>
          <w:p w14:paraId="5EBC27B2" w14:textId="77777777" w:rsidR="007120E3" w:rsidRPr="00B532B5" w:rsidRDefault="007120E3" w:rsidP="00421D3B"/>
          <w:p w14:paraId="734BCA14" w14:textId="77777777" w:rsidR="007120E3" w:rsidRPr="00B532B5" w:rsidRDefault="007120E3" w:rsidP="00421D3B"/>
        </w:tc>
      </w:tr>
    </w:tbl>
    <w:p w14:paraId="7CC5D471" w14:textId="77777777" w:rsidR="007120E3" w:rsidRPr="00B532B5" w:rsidRDefault="007120E3" w:rsidP="007120E3"/>
    <w:p w14:paraId="4C73FD5E" w14:textId="77777777" w:rsidR="007120E3" w:rsidRPr="00B532B5" w:rsidRDefault="007120E3" w:rsidP="007120E3">
      <w:r w:rsidRPr="00B532B5">
        <w:t>The information provided is true and accurate.  Mitacs reserves the right to contact you should we require any further clarification.</w:t>
      </w:r>
    </w:p>
    <w:p w14:paraId="18CBE4FB" w14:textId="77777777" w:rsidR="007120E3" w:rsidRPr="00B532B5" w:rsidRDefault="007120E3" w:rsidP="007120E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4"/>
      </w:tblGrid>
      <w:tr w:rsidR="007120E3" w:rsidRPr="00B532B5" w14:paraId="37EB20EF" w14:textId="77777777" w:rsidTr="00421D3B">
        <w:tc>
          <w:tcPr>
            <w:tcW w:w="9314" w:type="dxa"/>
          </w:tcPr>
          <w:p w14:paraId="611C1EE3" w14:textId="412AE434" w:rsidR="007120E3" w:rsidRPr="00B532B5" w:rsidRDefault="007120E3" w:rsidP="00421D3B">
            <w:pPr>
              <w:rPr>
                <w:b/>
                <w:bCs/>
              </w:rPr>
            </w:pPr>
            <w:r w:rsidRPr="00B532B5">
              <w:rPr>
                <w:b/>
                <w:bCs/>
              </w:rPr>
              <w:t xml:space="preserve">Name: </w:t>
            </w:r>
            <w:sdt>
              <w:sdtPr>
                <w:rPr>
                  <w:rStyle w:val="PlaceholderText"/>
                </w:rPr>
                <w:id w:val="-475611748"/>
                <w:placeholder>
                  <w:docPart w:val="2A61E230110845CEB6C17734DFCCCD4E"/>
                </w:placeholder>
                <w:showingPlcHdr/>
              </w:sdtPr>
              <w:sdtEndPr>
                <w:rPr>
                  <w:rStyle w:val="PlaceholderText"/>
                </w:rPr>
              </w:sdtEndPr>
              <w:sdtContent>
                <w:r w:rsidR="00E16F6E" w:rsidRPr="000D53C8">
                  <w:rPr>
                    <w:rStyle w:val="PlaceholderText"/>
                  </w:rPr>
                  <w:t>Enter name</w:t>
                </w:r>
              </w:sdtContent>
            </w:sdt>
          </w:p>
          <w:p w14:paraId="2F0CA9D1" w14:textId="13AD362A" w:rsidR="00D70C6D" w:rsidRDefault="00D70C6D" w:rsidP="00421D3B">
            <w:pPr>
              <w:rPr>
                <w:b/>
                <w:bCs/>
              </w:rPr>
            </w:pPr>
          </w:p>
          <w:p w14:paraId="77039311" w14:textId="1A5FF071" w:rsidR="00A7506F" w:rsidRDefault="00F071D5" w:rsidP="00421D3B">
            <w:pPr>
              <w:rPr>
                <w:b/>
                <w:bCs/>
              </w:rPr>
            </w:pPr>
            <w:r>
              <w:rPr>
                <w:b/>
                <w:bCs/>
              </w:rPr>
              <w:t>Signature</w:t>
            </w:r>
            <w:r w:rsidR="00A7506F">
              <w:rPr>
                <w:b/>
                <w:bCs/>
              </w:rPr>
              <w:t>:</w:t>
            </w:r>
            <w:r>
              <w:rPr>
                <w:b/>
                <w:bCs/>
              </w:rPr>
              <w:t xml:space="preserve">  </w:t>
            </w:r>
            <w:sdt>
              <w:sdtPr>
                <w:rPr>
                  <w:rStyle w:val="Style1"/>
                </w:rPr>
                <w:alias w:val="Type your signature here"/>
                <w:tag w:val="Type your signature here"/>
                <w:id w:val="-251588875"/>
                <w:placeholder>
                  <w:docPart w:val="83FE9A7CB5304F3E8DE58D4CFC85F5C9"/>
                </w:placeholder>
                <w:showingPlcHdr/>
              </w:sdtPr>
              <w:sdtEndPr>
                <w:rPr>
                  <w:rStyle w:val="DefaultParagraphFont"/>
                  <w:rFonts w:ascii="Calibri" w:hAnsi="Calibri"/>
                  <w:b/>
                  <w:bCs/>
                </w:rPr>
              </w:sdtEndPr>
              <w:sdtContent>
                <w:r w:rsidRPr="00F071D5">
                  <w:rPr>
                    <w:rStyle w:val="PlaceholderText"/>
                  </w:rPr>
                  <w:t>Type your signature here</w:t>
                </w:r>
              </w:sdtContent>
            </w:sdt>
          </w:p>
          <w:p w14:paraId="5E73D239" w14:textId="77777777" w:rsidR="00A7506F" w:rsidRPr="00B532B5" w:rsidRDefault="00A7506F" w:rsidP="00421D3B">
            <w:pPr>
              <w:rPr>
                <w:b/>
                <w:bCs/>
              </w:rPr>
            </w:pPr>
          </w:p>
          <w:p w14:paraId="7C71E1AA" w14:textId="25818791" w:rsidR="007120E3" w:rsidRPr="00B532B5" w:rsidRDefault="007120E3" w:rsidP="00421D3B">
            <w:pPr>
              <w:rPr>
                <w:b/>
                <w:bCs/>
              </w:rPr>
            </w:pPr>
            <w:r w:rsidRPr="00B532B5">
              <w:rPr>
                <w:b/>
                <w:bCs/>
              </w:rPr>
              <w:t xml:space="preserve">Date: </w:t>
            </w:r>
            <w:sdt>
              <w:sdtPr>
                <w:rPr>
                  <w:b/>
                  <w:bCs/>
                </w:rPr>
                <w:id w:val="964615972"/>
                <w:placeholder>
                  <w:docPart w:val="F2C7B5EF89A346A8BFEDFA09243443A0"/>
                </w:placeholder>
                <w:showingPlcHdr/>
                <w:date>
                  <w:dateFormat w:val="yyyy-MM-dd"/>
                  <w:lid w:val="en-CA"/>
                  <w:storeMappedDataAs w:val="dateTime"/>
                  <w:calendar w:val="gregorian"/>
                </w:date>
              </w:sdtPr>
              <w:sdtEndPr/>
              <w:sdtContent>
                <w:r w:rsidR="00494783" w:rsidRPr="00B532B5">
                  <w:rPr>
                    <w:rStyle w:val="PlaceholderText"/>
                  </w:rPr>
                  <w:t>Click or tap to enter a date</w:t>
                </w:r>
              </w:sdtContent>
            </w:sdt>
          </w:p>
        </w:tc>
      </w:tr>
    </w:tbl>
    <w:p w14:paraId="525B3323" w14:textId="77777777" w:rsidR="007120E3" w:rsidRPr="00B532B5" w:rsidRDefault="007120E3" w:rsidP="007120E3"/>
    <w:p w14:paraId="0FC5960B" w14:textId="77777777" w:rsidR="007120E3" w:rsidRPr="00B532B5" w:rsidRDefault="007120E3" w:rsidP="007120E3"/>
    <w:p w14:paraId="2A19CCAF" w14:textId="77777777" w:rsidR="007120E3" w:rsidRPr="00B532B5" w:rsidRDefault="007120E3" w:rsidP="007120E3"/>
    <w:p w14:paraId="3ACE2141" w14:textId="77777777" w:rsidR="007120E3" w:rsidRPr="00B532B5" w:rsidRDefault="007120E3" w:rsidP="007120E3">
      <w:r w:rsidRPr="00B532B5">
        <w:t>__________________________________________________________________________________</w:t>
      </w:r>
    </w:p>
    <w:p w14:paraId="10DE7FA0" w14:textId="77777777" w:rsidR="007120E3" w:rsidRPr="00B532B5" w:rsidRDefault="007120E3" w:rsidP="007120E3"/>
    <w:p w14:paraId="453DA97F" w14:textId="45D4631D" w:rsidR="007120E3" w:rsidRPr="00B532B5" w:rsidRDefault="007120E3" w:rsidP="007120E3">
      <w:pPr>
        <w:rPr>
          <w:rFonts w:eastAsia="Calibri"/>
        </w:rPr>
      </w:pPr>
      <w:r w:rsidRPr="00B532B5">
        <w:rPr>
          <w:rFonts w:eastAsia="Calibri"/>
        </w:rPr>
        <w:t>Section to be completed by Mitacs:</w:t>
      </w:r>
    </w:p>
    <w:p w14:paraId="699C4CD1" w14:textId="363EDD53" w:rsidR="007120E3" w:rsidRPr="00B532B5" w:rsidRDefault="001C6D35" w:rsidP="00494783">
      <w:pPr>
        <w:rPr>
          <w:rFonts w:eastAsia="Calibri"/>
        </w:rPr>
      </w:pPr>
      <w:sdt>
        <w:sdtPr>
          <w:rPr>
            <w:rFonts w:eastAsia="Calibri"/>
          </w:rPr>
          <w:id w:val="1967768612"/>
          <w14:checkbox>
            <w14:checked w14:val="0"/>
            <w14:checkedState w14:val="2612" w14:font="MS Gothic"/>
            <w14:uncheckedState w14:val="2610" w14:font="MS Gothic"/>
          </w14:checkbox>
        </w:sdtPr>
        <w:sdtEndPr/>
        <w:sdtContent>
          <w:r w:rsidR="002E4FC7">
            <w:rPr>
              <w:rFonts w:ascii="MS Gothic" w:eastAsia="MS Gothic" w:hAnsi="MS Gothic" w:hint="eastAsia"/>
            </w:rPr>
            <w:t>☐</w:t>
          </w:r>
        </w:sdtContent>
      </w:sdt>
      <w:r w:rsidR="000D53C8">
        <w:rPr>
          <w:rFonts w:eastAsia="Calibri"/>
        </w:rPr>
        <w:t xml:space="preserve"> </w:t>
      </w:r>
      <w:r w:rsidR="007120E3" w:rsidRPr="00B532B5">
        <w:rPr>
          <w:rFonts w:eastAsia="Calibri"/>
        </w:rPr>
        <w:t>Approved – attach this form to your application for submission</w:t>
      </w:r>
    </w:p>
    <w:p w14:paraId="2C3BEC68" w14:textId="60390057" w:rsidR="007120E3" w:rsidRPr="00B532B5" w:rsidRDefault="001C6D35" w:rsidP="00494783">
      <w:pPr>
        <w:rPr>
          <w:rFonts w:eastAsia="Calibri"/>
        </w:rPr>
      </w:pPr>
      <w:sdt>
        <w:sdtPr>
          <w:rPr>
            <w:rFonts w:eastAsia="Calibri"/>
          </w:rPr>
          <w:id w:val="1470247804"/>
          <w14:checkbox>
            <w14:checked w14:val="0"/>
            <w14:checkedState w14:val="2612" w14:font="MS Gothic"/>
            <w14:uncheckedState w14:val="2610" w14:font="MS Gothic"/>
          </w14:checkbox>
        </w:sdtPr>
        <w:sdtEndPr/>
        <w:sdtContent>
          <w:r w:rsidR="00494783" w:rsidRPr="00B532B5">
            <w:rPr>
              <w:rFonts w:ascii="Segoe UI Symbol" w:eastAsia="MS Gothic" w:hAnsi="Segoe UI Symbol" w:cs="Segoe UI Symbol"/>
            </w:rPr>
            <w:t>☐</w:t>
          </w:r>
        </w:sdtContent>
      </w:sdt>
      <w:r w:rsidR="000D53C8">
        <w:rPr>
          <w:rFonts w:eastAsia="Calibri"/>
        </w:rPr>
        <w:t xml:space="preserve"> </w:t>
      </w:r>
      <w:r w:rsidR="007120E3" w:rsidRPr="00B532B5">
        <w:rPr>
          <w:rFonts w:eastAsia="Calibri"/>
        </w:rPr>
        <w:t>Declined</w:t>
      </w:r>
    </w:p>
    <w:p w14:paraId="11E91CA3" w14:textId="77777777" w:rsidR="007120E3" w:rsidRPr="00B532B5" w:rsidRDefault="007120E3" w:rsidP="007120E3">
      <w:pPr>
        <w:ind w:left="360" w:hanging="360"/>
        <w:rPr>
          <w:rFonts w:eastAsia="Calibri"/>
        </w:rPr>
      </w:pPr>
    </w:p>
    <w:p w14:paraId="36FC5E4D" w14:textId="753A95FF" w:rsidR="007120E3" w:rsidRPr="00B532B5" w:rsidRDefault="007120E3" w:rsidP="007120E3">
      <w:pPr>
        <w:ind w:left="360" w:hanging="360"/>
        <w:rPr>
          <w:rFonts w:eastAsia="Calibri"/>
        </w:rPr>
      </w:pPr>
      <w:r w:rsidRPr="00B532B5">
        <w:rPr>
          <w:rFonts w:eastAsia="Calibri"/>
        </w:rPr>
        <w:t xml:space="preserve"> </w:t>
      </w:r>
      <w:sdt>
        <w:sdtPr>
          <w:rPr>
            <w:rFonts w:eastAsia="Calibri"/>
          </w:rPr>
          <w:id w:val="1651553767"/>
          <w:placeholder>
            <w:docPart w:val="7437CD792D63423ABB1FDEAAEAA9FDC3"/>
          </w:placeholder>
          <w:showingPlcHdr/>
        </w:sdtPr>
        <w:sdtEndPr/>
        <w:sdtContent>
          <w:r w:rsidR="00E16F6E" w:rsidRPr="00B532B5">
            <w:rPr>
              <w:rStyle w:val="PlaceholderText"/>
            </w:rPr>
            <w:t>Enter name</w:t>
          </w:r>
        </w:sdtContent>
      </w:sdt>
    </w:p>
    <w:p w14:paraId="0ABA7596" w14:textId="77777777" w:rsidR="007120E3" w:rsidRPr="00B532B5" w:rsidRDefault="007120E3" w:rsidP="007120E3">
      <w:pPr>
        <w:rPr>
          <w:rFonts w:eastAsia="Calibri"/>
        </w:rPr>
      </w:pPr>
      <w:r w:rsidRPr="00B532B5">
        <w:rPr>
          <w:rFonts w:eastAsia="Calibri"/>
        </w:rPr>
        <w:t>______________________________</w:t>
      </w:r>
      <w:r w:rsidRPr="00B532B5">
        <w:tab/>
      </w:r>
    </w:p>
    <w:p w14:paraId="7B8927DC" w14:textId="48DFC36F" w:rsidR="00881161" w:rsidRPr="00B532B5" w:rsidRDefault="007120E3" w:rsidP="007120E3">
      <w:pPr>
        <w:ind w:left="360" w:hanging="360"/>
        <w:rPr>
          <w:rFonts w:eastAsia="Calibri"/>
          <w:sz w:val="18"/>
          <w:szCs w:val="18"/>
        </w:rPr>
      </w:pPr>
      <w:r w:rsidRPr="00B532B5">
        <w:rPr>
          <w:rFonts w:eastAsia="Calibri"/>
          <w:sz w:val="18"/>
          <w:szCs w:val="18"/>
        </w:rPr>
        <w:t xml:space="preserve">Mitacs </w:t>
      </w:r>
      <w:r w:rsidR="00AD1C69">
        <w:rPr>
          <w:rFonts w:eastAsia="Calibri"/>
          <w:sz w:val="18"/>
          <w:szCs w:val="18"/>
        </w:rPr>
        <w:t>Program</w:t>
      </w:r>
      <w:r w:rsidR="00BF232F">
        <w:rPr>
          <w:rFonts w:eastAsia="Calibri"/>
          <w:sz w:val="18"/>
          <w:szCs w:val="18"/>
        </w:rPr>
        <w:t xml:space="preserve">s </w:t>
      </w:r>
      <w:r w:rsidRPr="00B532B5">
        <w:rPr>
          <w:rFonts w:eastAsia="Calibri"/>
          <w:sz w:val="18"/>
          <w:szCs w:val="18"/>
        </w:rPr>
        <w:t>Representative Name</w:t>
      </w:r>
    </w:p>
    <w:p w14:paraId="0A0C9C31" w14:textId="01ED9F62" w:rsidR="00421D3B" w:rsidRPr="00B532B5" w:rsidRDefault="00421D3B"/>
    <w:sectPr w:rsidR="00421D3B" w:rsidRPr="00B532B5" w:rsidSect="00881161">
      <w:headerReference w:type="default" r:id="rId13"/>
      <w:footerReference w:type="default" r:id="rId14"/>
      <w:headerReference w:type="first" r:id="rId15"/>
      <w:footerReference w:type="first" r:id="rId16"/>
      <w:pgSz w:w="12240" w:h="15840"/>
      <w:pgMar w:top="1998" w:right="900" w:bottom="2127" w:left="1440" w:header="708" w:footer="1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D86D7" w14:textId="77777777" w:rsidR="001C6D35" w:rsidRDefault="001C6D35" w:rsidP="005906EE">
      <w:r>
        <w:separator/>
      </w:r>
    </w:p>
  </w:endnote>
  <w:endnote w:type="continuationSeparator" w:id="0">
    <w:p w14:paraId="475A7AB6" w14:textId="77777777" w:rsidR="001C6D35" w:rsidRDefault="001C6D35" w:rsidP="005906EE">
      <w:r>
        <w:continuationSeparator/>
      </w:r>
    </w:p>
  </w:endnote>
  <w:endnote w:type="continuationNotice" w:id="1">
    <w:p w14:paraId="467A6A2A" w14:textId="77777777" w:rsidR="001C6D35" w:rsidRDefault="001C6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170AF" w14:textId="77777777" w:rsidR="00881161" w:rsidRPr="005906EE" w:rsidRDefault="00476375" w:rsidP="00881161">
    <w:pPr>
      <w:pStyle w:val="Footer"/>
      <w:ind w:right="1584"/>
      <w:jc w:val="right"/>
      <w:rPr>
        <w:color w:val="767171" w:themeColor="background2" w:themeShade="80"/>
        <w:sz w:val="16"/>
        <w:szCs w:val="16"/>
      </w:rPr>
    </w:pPr>
    <w:r>
      <w:rPr>
        <w:noProof/>
        <w:color w:val="E7E6E6" w:themeColor="background2"/>
        <w:sz w:val="16"/>
        <w:szCs w:val="16"/>
      </w:rPr>
      <w:drawing>
        <wp:anchor distT="0" distB="0" distL="114300" distR="114300" simplePos="0" relativeHeight="251658243" behindDoc="1" locked="0" layoutInCell="1" allowOverlap="1" wp14:anchorId="10B65D32" wp14:editId="3F2202CF">
          <wp:simplePos x="0" y="0"/>
          <wp:positionH relativeFrom="page">
            <wp:posOffset>0</wp:posOffset>
          </wp:positionH>
          <wp:positionV relativeFrom="paragraph">
            <wp:posOffset>-572135</wp:posOffset>
          </wp:positionV>
          <wp:extent cx="2404872" cy="1920240"/>
          <wp:effectExtent l="0" t="0" r="0" b="381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sidR="00881161" w:rsidRPr="005906EE">
      <w:rPr>
        <w:color w:val="767171" w:themeColor="background2" w:themeShade="80"/>
        <w:sz w:val="16"/>
        <w:szCs w:val="16"/>
      </w:rPr>
      <w:t xml:space="preserve"> </w:t>
    </w:r>
  </w:p>
  <w:p w14:paraId="52FCB33A" w14:textId="77777777" w:rsidR="00B715A6" w:rsidRPr="005906EE" w:rsidRDefault="00476375" w:rsidP="00B715A6">
    <w:pPr>
      <w:pStyle w:val="Footer"/>
      <w:ind w:right="1584"/>
      <w:jc w:val="right"/>
      <w:rPr>
        <w:color w:val="767171" w:themeColor="background2" w:themeShade="80"/>
        <w:sz w:val="16"/>
        <w:szCs w:val="16"/>
      </w:rPr>
    </w:pPr>
    <w:r>
      <w:rPr>
        <w:noProof/>
      </w:rPr>
      <w:drawing>
        <wp:anchor distT="0" distB="0" distL="114300" distR="114300" simplePos="0" relativeHeight="251658242" behindDoc="0" locked="0" layoutInCell="1" allowOverlap="1" wp14:anchorId="16D28928" wp14:editId="25E481B9">
          <wp:simplePos x="0" y="0"/>
          <wp:positionH relativeFrom="margin">
            <wp:posOffset>4817110</wp:posOffset>
          </wp:positionH>
          <wp:positionV relativeFrom="paragraph">
            <wp:posOffset>193675</wp:posOffset>
          </wp:positionV>
          <wp:extent cx="1412240" cy="393700"/>
          <wp:effectExtent l="0" t="0" r="0" b="635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412240" cy="393700"/>
                  </a:xfrm>
                  <a:prstGeom prst="rect">
                    <a:avLst/>
                  </a:prstGeom>
                </pic:spPr>
              </pic:pic>
            </a:graphicData>
          </a:graphic>
        </wp:anchor>
      </w:drawing>
    </w:r>
    <w:r w:rsidR="005906EE" w:rsidRPr="005906EE">
      <w:rPr>
        <w:color w:val="767171" w:themeColor="background2" w:themeShade="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24258" w14:textId="77777777" w:rsidR="0010124C" w:rsidRDefault="0010124C">
    <w:pPr>
      <w:pStyle w:val="Footer"/>
    </w:pPr>
    <w:r>
      <w:rPr>
        <w:noProof/>
        <w:color w:val="E7E6E6" w:themeColor="background2"/>
        <w:sz w:val="16"/>
        <w:szCs w:val="16"/>
      </w:rPr>
      <w:drawing>
        <wp:anchor distT="0" distB="0" distL="114300" distR="114300" simplePos="0" relativeHeight="251658244" behindDoc="1" locked="0" layoutInCell="1" allowOverlap="1" wp14:anchorId="0FBEF97B" wp14:editId="2C759D88">
          <wp:simplePos x="0" y="0"/>
          <wp:positionH relativeFrom="page">
            <wp:posOffset>6350</wp:posOffset>
          </wp:positionH>
          <wp:positionV relativeFrom="paragraph">
            <wp:posOffset>0</wp:posOffset>
          </wp:positionV>
          <wp:extent cx="2404872" cy="1920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F9421" w14:textId="77777777" w:rsidR="001C6D35" w:rsidRDefault="001C6D35" w:rsidP="005906EE">
      <w:r>
        <w:separator/>
      </w:r>
    </w:p>
  </w:footnote>
  <w:footnote w:type="continuationSeparator" w:id="0">
    <w:p w14:paraId="6D6BE3EC" w14:textId="77777777" w:rsidR="001C6D35" w:rsidRDefault="001C6D35" w:rsidP="005906EE">
      <w:r>
        <w:continuationSeparator/>
      </w:r>
    </w:p>
  </w:footnote>
  <w:footnote w:type="continuationNotice" w:id="1">
    <w:p w14:paraId="14AF2607" w14:textId="77777777" w:rsidR="001C6D35" w:rsidRDefault="001C6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0B0BE" w14:textId="77777777" w:rsidR="005906EE" w:rsidRDefault="00B715A6">
    <w:pPr>
      <w:pStyle w:val="Header"/>
    </w:pPr>
    <w:r>
      <w:rPr>
        <w:noProof/>
      </w:rPr>
      <w:drawing>
        <wp:anchor distT="0" distB="0" distL="114300" distR="114300" simplePos="0" relativeHeight="251658240" behindDoc="1" locked="0" layoutInCell="1" allowOverlap="1" wp14:anchorId="1B5E15A1" wp14:editId="037092A4">
          <wp:simplePos x="0" y="0"/>
          <wp:positionH relativeFrom="column">
            <wp:posOffset>4435475</wp:posOffset>
          </wp:positionH>
          <wp:positionV relativeFrom="paragraph">
            <wp:posOffset>-434340</wp:posOffset>
          </wp:positionV>
          <wp:extent cx="2404872" cy="1920240"/>
          <wp:effectExtent l="0" t="0" r="0" b="381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BE4B7" w14:textId="77777777" w:rsidR="00881161" w:rsidRDefault="00881161" w:rsidP="00881161">
    <w:pPr>
      <w:pStyle w:val="Header"/>
    </w:pPr>
    <w:r>
      <w:rPr>
        <w:noProof/>
      </w:rPr>
      <w:drawing>
        <wp:anchor distT="0" distB="0" distL="114300" distR="114300" simplePos="0" relativeHeight="251658241" behindDoc="1" locked="0" layoutInCell="1" allowOverlap="1" wp14:anchorId="4A5166E8" wp14:editId="2FE59DCF">
          <wp:simplePos x="0" y="0"/>
          <wp:positionH relativeFrom="column">
            <wp:posOffset>4435475</wp:posOffset>
          </wp:positionH>
          <wp:positionV relativeFrom="paragraph">
            <wp:posOffset>-434340</wp:posOffset>
          </wp:positionV>
          <wp:extent cx="2404872" cy="1920240"/>
          <wp:effectExtent l="0" t="0" r="0"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6E3EBA3" wp14:editId="40D39319">
          <wp:extent cx="1747319" cy="48742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886840" cy="526340"/>
                  </a:xfrm>
                  <a:prstGeom prst="rect">
                    <a:avLst/>
                  </a:prstGeom>
                </pic:spPr>
              </pic:pic>
            </a:graphicData>
          </a:graphic>
        </wp:inline>
      </w:drawing>
    </w:r>
  </w:p>
  <w:p w14:paraId="3D02F5DA" w14:textId="77777777" w:rsidR="007120E3" w:rsidRDefault="007120E3" w:rsidP="007120E3">
    <w:pPr>
      <w:rPr>
        <w:b/>
        <w:bCs/>
        <w:sz w:val="32"/>
        <w:szCs w:val="32"/>
      </w:rPr>
    </w:pPr>
  </w:p>
  <w:p w14:paraId="2DC230E0" w14:textId="71F772FB" w:rsidR="00881161" w:rsidRPr="007120E3" w:rsidRDefault="007120E3" w:rsidP="007120E3">
    <w:pPr>
      <w:rPr>
        <w:sz w:val="32"/>
        <w:szCs w:val="32"/>
      </w:rPr>
    </w:pPr>
    <w:r w:rsidRPr="24B7BA79">
      <w:rPr>
        <w:b/>
        <w:bCs/>
        <w:sz w:val="32"/>
        <w:szCs w:val="32"/>
      </w:rPr>
      <w:t>Intern Eligibility and Conflict of Interest Declaration Form</w:t>
    </w:r>
    <w:r w:rsidRPr="24B7BA79">
      <w:rPr>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356E8C"/>
    <w:multiLevelType w:val="hybridMultilevel"/>
    <w:tmpl w:val="6FC69488"/>
    <w:lvl w:ilvl="0" w:tplc="AEAED974">
      <w:start w:val="1"/>
      <w:numFmt w:val="bullet"/>
      <w:lvlText w:val=""/>
      <w:lvlJc w:val="left"/>
      <w:pPr>
        <w:ind w:left="720" w:hanging="360"/>
      </w:pPr>
      <w:rPr>
        <w:rFonts w:ascii="Symbol" w:hAnsi="Symbol" w:hint="default"/>
      </w:rPr>
    </w:lvl>
    <w:lvl w:ilvl="1" w:tplc="CE3208AE">
      <w:start w:val="1"/>
      <w:numFmt w:val="bullet"/>
      <w:lvlText w:val="o"/>
      <w:lvlJc w:val="left"/>
      <w:pPr>
        <w:ind w:left="1440" w:hanging="360"/>
      </w:pPr>
      <w:rPr>
        <w:rFonts w:ascii="Courier New" w:hAnsi="Courier New" w:hint="default"/>
      </w:rPr>
    </w:lvl>
    <w:lvl w:ilvl="2" w:tplc="5AE8ED5A">
      <w:start w:val="1"/>
      <w:numFmt w:val="bullet"/>
      <w:lvlText w:val=""/>
      <w:lvlJc w:val="left"/>
      <w:pPr>
        <w:ind w:left="2160" w:hanging="360"/>
      </w:pPr>
      <w:rPr>
        <w:rFonts w:ascii="Wingdings" w:hAnsi="Wingdings" w:hint="default"/>
      </w:rPr>
    </w:lvl>
    <w:lvl w:ilvl="3" w:tplc="1E7014DE">
      <w:start w:val="1"/>
      <w:numFmt w:val="bullet"/>
      <w:lvlText w:val=""/>
      <w:lvlJc w:val="left"/>
      <w:pPr>
        <w:ind w:left="2880" w:hanging="360"/>
      </w:pPr>
      <w:rPr>
        <w:rFonts w:ascii="Symbol" w:hAnsi="Symbol" w:hint="default"/>
      </w:rPr>
    </w:lvl>
    <w:lvl w:ilvl="4" w:tplc="FE407F74">
      <w:start w:val="1"/>
      <w:numFmt w:val="bullet"/>
      <w:lvlText w:val="o"/>
      <w:lvlJc w:val="left"/>
      <w:pPr>
        <w:ind w:left="3600" w:hanging="360"/>
      </w:pPr>
      <w:rPr>
        <w:rFonts w:ascii="Courier New" w:hAnsi="Courier New" w:hint="default"/>
      </w:rPr>
    </w:lvl>
    <w:lvl w:ilvl="5" w:tplc="0186B5F6">
      <w:start w:val="1"/>
      <w:numFmt w:val="bullet"/>
      <w:lvlText w:val=""/>
      <w:lvlJc w:val="left"/>
      <w:pPr>
        <w:ind w:left="4320" w:hanging="360"/>
      </w:pPr>
      <w:rPr>
        <w:rFonts w:ascii="Wingdings" w:hAnsi="Wingdings" w:hint="default"/>
      </w:rPr>
    </w:lvl>
    <w:lvl w:ilvl="6" w:tplc="46C4620E">
      <w:start w:val="1"/>
      <w:numFmt w:val="bullet"/>
      <w:lvlText w:val=""/>
      <w:lvlJc w:val="left"/>
      <w:pPr>
        <w:ind w:left="5040" w:hanging="360"/>
      </w:pPr>
      <w:rPr>
        <w:rFonts w:ascii="Symbol" w:hAnsi="Symbol" w:hint="default"/>
      </w:rPr>
    </w:lvl>
    <w:lvl w:ilvl="7" w:tplc="465E1220">
      <w:start w:val="1"/>
      <w:numFmt w:val="bullet"/>
      <w:lvlText w:val="o"/>
      <w:lvlJc w:val="left"/>
      <w:pPr>
        <w:ind w:left="5760" w:hanging="360"/>
      </w:pPr>
      <w:rPr>
        <w:rFonts w:ascii="Courier New" w:hAnsi="Courier New" w:hint="default"/>
      </w:rPr>
    </w:lvl>
    <w:lvl w:ilvl="8" w:tplc="CA3C0602">
      <w:start w:val="1"/>
      <w:numFmt w:val="bullet"/>
      <w:lvlText w:val=""/>
      <w:lvlJc w:val="left"/>
      <w:pPr>
        <w:ind w:left="6480" w:hanging="360"/>
      </w:pPr>
      <w:rPr>
        <w:rFonts w:ascii="Wingdings" w:hAnsi="Wingdings" w:hint="default"/>
      </w:rPr>
    </w:lvl>
  </w:abstractNum>
  <w:abstractNum w:abstractNumId="1" w15:restartNumberingAfterBreak="0">
    <w:nsid w:val="78BA5A24"/>
    <w:multiLevelType w:val="hybridMultilevel"/>
    <w:tmpl w:val="A1222B8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0E3"/>
    <w:rsid w:val="000371D0"/>
    <w:rsid w:val="00061C35"/>
    <w:rsid w:val="00063540"/>
    <w:rsid w:val="00092502"/>
    <w:rsid w:val="000D53C8"/>
    <w:rsid w:val="000F21DF"/>
    <w:rsid w:val="0010124C"/>
    <w:rsid w:val="00111D73"/>
    <w:rsid w:val="00116DB7"/>
    <w:rsid w:val="00122D17"/>
    <w:rsid w:val="001405F1"/>
    <w:rsid w:val="00151316"/>
    <w:rsid w:val="00157C91"/>
    <w:rsid w:val="00180D26"/>
    <w:rsid w:val="00186C1B"/>
    <w:rsid w:val="0019761D"/>
    <w:rsid w:val="001C6D35"/>
    <w:rsid w:val="001C7C9F"/>
    <w:rsid w:val="001E1EF5"/>
    <w:rsid w:val="00274E06"/>
    <w:rsid w:val="002B649E"/>
    <w:rsid w:val="002E3C10"/>
    <w:rsid w:val="002E4FC7"/>
    <w:rsid w:val="003153FE"/>
    <w:rsid w:val="003443D5"/>
    <w:rsid w:val="00375259"/>
    <w:rsid w:val="003B1F9D"/>
    <w:rsid w:val="003B320B"/>
    <w:rsid w:val="00421D3B"/>
    <w:rsid w:val="00451DA6"/>
    <w:rsid w:val="00465383"/>
    <w:rsid w:val="00475577"/>
    <w:rsid w:val="00476375"/>
    <w:rsid w:val="00494783"/>
    <w:rsid w:val="004B2E36"/>
    <w:rsid w:val="004E1C85"/>
    <w:rsid w:val="0053073A"/>
    <w:rsid w:val="00544AC9"/>
    <w:rsid w:val="005906EE"/>
    <w:rsid w:val="005A2825"/>
    <w:rsid w:val="005B70B1"/>
    <w:rsid w:val="00600CA7"/>
    <w:rsid w:val="006463A7"/>
    <w:rsid w:val="006B40D2"/>
    <w:rsid w:val="006C501F"/>
    <w:rsid w:val="006D553D"/>
    <w:rsid w:val="007120E3"/>
    <w:rsid w:val="00717A91"/>
    <w:rsid w:val="00783BF6"/>
    <w:rsid w:val="00794D1E"/>
    <w:rsid w:val="007A64EB"/>
    <w:rsid w:val="007B7184"/>
    <w:rsid w:val="00820C08"/>
    <w:rsid w:val="00881161"/>
    <w:rsid w:val="008A4BB1"/>
    <w:rsid w:val="00924045"/>
    <w:rsid w:val="00934209"/>
    <w:rsid w:val="00943CAA"/>
    <w:rsid w:val="00966E08"/>
    <w:rsid w:val="00982C6B"/>
    <w:rsid w:val="009B4059"/>
    <w:rsid w:val="00A60550"/>
    <w:rsid w:val="00A7506F"/>
    <w:rsid w:val="00AD1C69"/>
    <w:rsid w:val="00B42643"/>
    <w:rsid w:val="00B532B5"/>
    <w:rsid w:val="00B66E4E"/>
    <w:rsid w:val="00B715A6"/>
    <w:rsid w:val="00BF232F"/>
    <w:rsid w:val="00C0202D"/>
    <w:rsid w:val="00C5506F"/>
    <w:rsid w:val="00CB2491"/>
    <w:rsid w:val="00CF59A3"/>
    <w:rsid w:val="00D023B4"/>
    <w:rsid w:val="00D31693"/>
    <w:rsid w:val="00D44EE0"/>
    <w:rsid w:val="00D70C6D"/>
    <w:rsid w:val="00D83B90"/>
    <w:rsid w:val="00D85CD8"/>
    <w:rsid w:val="00D8754D"/>
    <w:rsid w:val="00DA4024"/>
    <w:rsid w:val="00E054F7"/>
    <w:rsid w:val="00E16F6E"/>
    <w:rsid w:val="00E234E5"/>
    <w:rsid w:val="00E240A5"/>
    <w:rsid w:val="00E932A1"/>
    <w:rsid w:val="00EE5A82"/>
    <w:rsid w:val="00F071D5"/>
    <w:rsid w:val="00F71AB0"/>
    <w:rsid w:val="00F91895"/>
    <w:rsid w:val="00FC6B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9A9C6"/>
  <w15:chartTrackingRefBased/>
  <w15:docId w15:val="{470A9A74-1B36-4799-8BBE-B364C8B9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0E3"/>
    <w:rPr>
      <w:rFonts w:ascii="Calibri" w:hAnsi="Calibri" w:cs="Calibr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6EE"/>
    <w:pPr>
      <w:tabs>
        <w:tab w:val="center" w:pos="4680"/>
        <w:tab w:val="right" w:pos="9360"/>
      </w:tabs>
    </w:p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pPr>
  </w:style>
  <w:style w:type="character" w:customStyle="1" w:styleId="FooterChar">
    <w:name w:val="Footer Char"/>
    <w:basedOn w:val="DefaultParagraphFont"/>
    <w:link w:val="Footer"/>
    <w:uiPriority w:val="99"/>
    <w:rsid w:val="005906EE"/>
  </w:style>
  <w:style w:type="paragraph" w:styleId="ListParagraph">
    <w:name w:val="List Paragraph"/>
    <w:basedOn w:val="Normal"/>
    <w:uiPriority w:val="34"/>
    <w:qFormat/>
    <w:rsid w:val="007120E3"/>
    <w:pPr>
      <w:ind w:left="720"/>
    </w:pPr>
  </w:style>
  <w:style w:type="character" w:styleId="PlaceholderText">
    <w:name w:val="Placeholder Text"/>
    <w:basedOn w:val="DefaultParagraphFont"/>
    <w:uiPriority w:val="99"/>
    <w:semiHidden/>
    <w:rsid w:val="007120E3"/>
    <w:rPr>
      <w:color w:val="808080"/>
    </w:rPr>
  </w:style>
  <w:style w:type="table" w:styleId="TableGrid">
    <w:name w:val="Table Grid"/>
    <w:basedOn w:val="TableNormal"/>
    <w:uiPriority w:val="39"/>
    <w:rsid w:val="007120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20E3"/>
    <w:rPr>
      <w:color w:val="0563C1" w:themeColor="hyperlink"/>
      <w:u w:val="single"/>
    </w:rPr>
  </w:style>
  <w:style w:type="character" w:styleId="UnresolvedMention">
    <w:name w:val="Unresolved Mention"/>
    <w:basedOn w:val="DefaultParagraphFont"/>
    <w:uiPriority w:val="99"/>
    <w:semiHidden/>
    <w:unhideWhenUsed/>
    <w:rsid w:val="00D83B90"/>
    <w:rPr>
      <w:color w:val="605E5C"/>
      <w:shd w:val="clear" w:color="auto" w:fill="E1DFDD"/>
    </w:rPr>
  </w:style>
  <w:style w:type="character" w:customStyle="1" w:styleId="Style1">
    <w:name w:val="Style1"/>
    <w:basedOn w:val="DefaultParagraphFont"/>
    <w:uiPriority w:val="1"/>
    <w:rsid w:val="00F071D5"/>
    <w:rPr>
      <w:rFonts w:ascii="Lucida Handwriting" w:hAnsi="Lucida Handwrit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02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tacs.ca/en/contact-us/business-developme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en/conflict-interest-polic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mitacs.sharepoint.com/CorporateAssetsLibrary/Mitacs%20Document%20Template%20-%20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DA162672325429CA393DD0A1A6EA347"/>
        <w:category>
          <w:name w:val="General"/>
          <w:gallery w:val="placeholder"/>
        </w:category>
        <w:types>
          <w:type w:val="bbPlcHdr"/>
        </w:types>
        <w:behaviors>
          <w:behavior w:val="content"/>
        </w:behaviors>
        <w:guid w:val="{D85EA41A-0E71-43C7-9D74-C9A6CC65F5B4}"/>
      </w:docPartPr>
      <w:docPartBody>
        <w:p w:rsidR="00B15E6E" w:rsidRDefault="004A1501" w:rsidP="004A1501">
          <w:pPr>
            <w:pStyle w:val="7DA162672325429CA393DD0A1A6EA347"/>
          </w:pPr>
          <w:r w:rsidRPr="00B532B5">
            <w:rPr>
              <w:rStyle w:val="PlaceholderText"/>
            </w:rPr>
            <w:t>Click or tap to enter a date</w:t>
          </w:r>
        </w:p>
      </w:docPartBody>
    </w:docPart>
    <w:docPart>
      <w:docPartPr>
        <w:name w:val="486131A7C525487BAD7FBD1943523D4B"/>
        <w:category>
          <w:name w:val="General"/>
          <w:gallery w:val="placeholder"/>
        </w:category>
        <w:types>
          <w:type w:val="bbPlcHdr"/>
        </w:types>
        <w:behaviors>
          <w:behavior w:val="content"/>
        </w:behaviors>
        <w:guid w:val="{5F42DB0D-8259-4986-875D-7BE057F53D2C}"/>
      </w:docPartPr>
      <w:docPartBody>
        <w:p w:rsidR="00B15E6E" w:rsidRDefault="004A1501" w:rsidP="004A1501">
          <w:pPr>
            <w:pStyle w:val="486131A7C525487BAD7FBD1943523D4B"/>
          </w:pPr>
          <w:r w:rsidRPr="00B532B5">
            <w:rPr>
              <w:rStyle w:val="PlaceholderText"/>
            </w:rPr>
            <w:t>Choose a program</w:t>
          </w:r>
        </w:p>
      </w:docPartBody>
    </w:docPart>
    <w:docPart>
      <w:docPartPr>
        <w:name w:val="672BF6398753432A8377C9F0C157C448"/>
        <w:category>
          <w:name w:val="General"/>
          <w:gallery w:val="placeholder"/>
        </w:category>
        <w:types>
          <w:type w:val="bbPlcHdr"/>
        </w:types>
        <w:behaviors>
          <w:behavior w:val="content"/>
        </w:behaviors>
        <w:guid w:val="{D6FE2A34-C56C-49EB-81D5-DA40A0C5F193}"/>
      </w:docPartPr>
      <w:docPartBody>
        <w:p w:rsidR="00B15E6E" w:rsidRDefault="004A1501" w:rsidP="004A1501">
          <w:pPr>
            <w:pStyle w:val="672BF6398753432A8377C9F0C157C448"/>
          </w:pPr>
          <w:r w:rsidRPr="00B532B5">
            <w:rPr>
              <w:rStyle w:val="PlaceholderText"/>
            </w:rPr>
            <w:t>Enter name</w:t>
          </w:r>
        </w:p>
      </w:docPartBody>
    </w:docPart>
    <w:docPart>
      <w:docPartPr>
        <w:name w:val="80C2F5B8CBF644A99935FFD554161823"/>
        <w:category>
          <w:name w:val="General"/>
          <w:gallery w:val="placeholder"/>
        </w:category>
        <w:types>
          <w:type w:val="bbPlcHdr"/>
        </w:types>
        <w:behaviors>
          <w:behavior w:val="content"/>
        </w:behaviors>
        <w:guid w:val="{C18BC7AE-0823-41A9-8D53-0526F127A01A}"/>
      </w:docPartPr>
      <w:docPartBody>
        <w:p w:rsidR="00B15E6E" w:rsidRDefault="004A1501" w:rsidP="004A1501">
          <w:pPr>
            <w:pStyle w:val="80C2F5B8CBF644A99935FFD554161823"/>
          </w:pPr>
          <w:r w:rsidRPr="00B532B5">
            <w:rPr>
              <w:rStyle w:val="PlaceholderText"/>
            </w:rPr>
            <w:t>Enter name of the partner organization</w:t>
          </w:r>
        </w:p>
      </w:docPartBody>
    </w:docPart>
    <w:docPart>
      <w:docPartPr>
        <w:name w:val="1B4AD3F572E14C2BB0B00B0F8BACA315"/>
        <w:category>
          <w:name w:val="General"/>
          <w:gallery w:val="placeholder"/>
        </w:category>
        <w:types>
          <w:type w:val="bbPlcHdr"/>
        </w:types>
        <w:behaviors>
          <w:behavior w:val="content"/>
        </w:behaviors>
        <w:guid w:val="{B45E64F4-495D-47A3-B190-6AFC473B7489}"/>
      </w:docPartPr>
      <w:docPartBody>
        <w:p w:rsidR="00B15E6E" w:rsidRDefault="004A1501" w:rsidP="004A1501">
          <w:pPr>
            <w:pStyle w:val="1B4AD3F572E14C2BB0B00B0F8BACA315"/>
          </w:pPr>
          <w:r w:rsidRPr="00B532B5">
            <w:rPr>
              <w:rStyle w:val="PlaceholderText"/>
            </w:rPr>
            <w:t>Enter URL</w:t>
          </w:r>
        </w:p>
      </w:docPartBody>
    </w:docPart>
    <w:docPart>
      <w:docPartPr>
        <w:name w:val="F63B5BC7C3664CFCBB2C90241EE5A0B7"/>
        <w:category>
          <w:name w:val="General"/>
          <w:gallery w:val="placeholder"/>
        </w:category>
        <w:types>
          <w:type w:val="bbPlcHdr"/>
        </w:types>
        <w:behaviors>
          <w:behavior w:val="content"/>
        </w:behaviors>
        <w:guid w:val="{16B29172-3818-4A92-80BD-9F963A06FF55}"/>
      </w:docPartPr>
      <w:docPartBody>
        <w:p w:rsidR="00B15E6E" w:rsidRDefault="004A1501" w:rsidP="004A1501">
          <w:pPr>
            <w:pStyle w:val="F63B5BC7C3664CFCBB2C90241EE5A0B7"/>
          </w:pPr>
          <w:r w:rsidRPr="00B532B5">
            <w:rPr>
              <w:rStyle w:val="PlaceholderText"/>
            </w:rPr>
            <w:t>Enter name</w:t>
          </w:r>
        </w:p>
      </w:docPartBody>
    </w:docPart>
    <w:docPart>
      <w:docPartPr>
        <w:name w:val="E612753E41604C37BDD22070A35918A1"/>
        <w:category>
          <w:name w:val="General"/>
          <w:gallery w:val="placeholder"/>
        </w:category>
        <w:types>
          <w:type w:val="bbPlcHdr"/>
        </w:types>
        <w:behaviors>
          <w:behavior w:val="content"/>
        </w:behaviors>
        <w:guid w:val="{8D30F51D-ECA1-4F81-ACC6-CA3AB43C829C}"/>
      </w:docPartPr>
      <w:docPartBody>
        <w:p w:rsidR="00B15E6E" w:rsidRDefault="004A1501" w:rsidP="004A1501">
          <w:pPr>
            <w:pStyle w:val="E612753E41604C37BDD22070A35918A1"/>
          </w:pPr>
          <w:r w:rsidRPr="00B532B5">
            <w:rPr>
              <w:rStyle w:val="PlaceholderText"/>
            </w:rPr>
            <w:t>Enter email address</w:t>
          </w:r>
        </w:p>
      </w:docPartBody>
    </w:docPart>
    <w:docPart>
      <w:docPartPr>
        <w:name w:val="7C451182D19D48C899E3C3E495A9C5D1"/>
        <w:category>
          <w:name w:val="General"/>
          <w:gallery w:val="placeholder"/>
        </w:category>
        <w:types>
          <w:type w:val="bbPlcHdr"/>
        </w:types>
        <w:behaviors>
          <w:behavior w:val="content"/>
        </w:behaviors>
        <w:guid w:val="{6AAF7E9F-A2EB-4EFE-933A-A2E99AD9805F}"/>
      </w:docPartPr>
      <w:docPartBody>
        <w:p w:rsidR="00B15E6E" w:rsidRDefault="004A1501" w:rsidP="004A1501">
          <w:pPr>
            <w:pStyle w:val="7C451182D19D48C899E3C3E495A9C5D1"/>
          </w:pPr>
          <w:r w:rsidRPr="00B532B5">
            <w:rPr>
              <w:rStyle w:val="PlaceholderText"/>
            </w:rPr>
            <w:t>Click or tap here to enter text</w:t>
          </w:r>
        </w:p>
      </w:docPartBody>
    </w:docPart>
    <w:docPart>
      <w:docPartPr>
        <w:name w:val="1B79D2A270144B6BA09027B621007C4A"/>
        <w:category>
          <w:name w:val="General"/>
          <w:gallery w:val="placeholder"/>
        </w:category>
        <w:types>
          <w:type w:val="bbPlcHdr"/>
        </w:types>
        <w:behaviors>
          <w:behavior w:val="content"/>
        </w:behaviors>
        <w:guid w:val="{EDC8C028-9134-4ADB-80E1-986A5FD4C763}"/>
      </w:docPartPr>
      <w:docPartBody>
        <w:p w:rsidR="00B15E6E" w:rsidRDefault="004A1501" w:rsidP="004A1501">
          <w:pPr>
            <w:pStyle w:val="1B79D2A270144B6BA09027B621007C4A"/>
          </w:pPr>
          <w:r w:rsidRPr="00B532B5">
            <w:rPr>
              <w:rStyle w:val="PlaceholderText"/>
            </w:rPr>
            <w:t>Click or tap here to enter text</w:t>
          </w:r>
        </w:p>
      </w:docPartBody>
    </w:docPart>
    <w:docPart>
      <w:docPartPr>
        <w:name w:val="5894BBF4A72A4C76B8A7909FCA757C01"/>
        <w:category>
          <w:name w:val="General"/>
          <w:gallery w:val="placeholder"/>
        </w:category>
        <w:types>
          <w:type w:val="bbPlcHdr"/>
        </w:types>
        <w:behaviors>
          <w:behavior w:val="content"/>
        </w:behaviors>
        <w:guid w:val="{5F962640-6FC5-4F71-9B76-2986FF2D5D12}"/>
      </w:docPartPr>
      <w:docPartBody>
        <w:p w:rsidR="00B15E6E" w:rsidRDefault="004A1501" w:rsidP="004A1501">
          <w:pPr>
            <w:pStyle w:val="5894BBF4A72A4C76B8A7909FCA757C01"/>
          </w:pPr>
          <w:r w:rsidRPr="00B532B5">
            <w:rPr>
              <w:rStyle w:val="PlaceholderText"/>
            </w:rPr>
            <w:t>Click or tap here to enter text</w:t>
          </w:r>
        </w:p>
      </w:docPartBody>
    </w:docPart>
    <w:docPart>
      <w:docPartPr>
        <w:name w:val="2A61E230110845CEB6C17734DFCCCD4E"/>
        <w:category>
          <w:name w:val="General"/>
          <w:gallery w:val="placeholder"/>
        </w:category>
        <w:types>
          <w:type w:val="bbPlcHdr"/>
        </w:types>
        <w:behaviors>
          <w:behavior w:val="content"/>
        </w:behaviors>
        <w:guid w:val="{B05C2B0D-0BB9-4162-A6FA-C3ABFC0F91A8}"/>
      </w:docPartPr>
      <w:docPartBody>
        <w:p w:rsidR="00B15E6E" w:rsidRDefault="004A1501" w:rsidP="004A1501">
          <w:pPr>
            <w:pStyle w:val="2A61E230110845CEB6C17734DFCCCD4E"/>
          </w:pPr>
          <w:r w:rsidRPr="000D53C8">
            <w:rPr>
              <w:rStyle w:val="PlaceholderText"/>
            </w:rPr>
            <w:t>Enter name</w:t>
          </w:r>
        </w:p>
      </w:docPartBody>
    </w:docPart>
    <w:docPart>
      <w:docPartPr>
        <w:name w:val="F2C7B5EF89A346A8BFEDFA09243443A0"/>
        <w:category>
          <w:name w:val="General"/>
          <w:gallery w:val="placeholder"/>
        </w:category>
        <w:types>
          <w:type w:val="bbPlcHdr"/>
        </w:types>
        <w:behaviors>
          <w:behavior w:val="content"/>
        </w:behaviors>
        <w:guid w:val="{AB4F42AF-F950-463E-8B02-4FE703BF058C}"/>
      </w:docPartPr>
      <w:docPartBody>
        <w:p w:rsidR="00B15E6E" w:rsidRDefault="004A1501" w:rsidP="004A1501">
          <w:pPr>
            <w:pStyle w:val="F2C7B5EF89A346A8BFEDFA09243443A0"/>
          </w:pPr>
          <w:r w:rsidRPr="00B532B5">
            <w:rPr>
              <w:rStyle w:val="PlaceholderText"/>
            </w:rPr>
            <w:t>Click or tap to enter a date</w:t>
          </w:r>
        </w:p>
      </w:docPartBody>
    </w:docPart>
    <w:docPart>
      <w:docPartPr>
        <w:name w:val="7437CD792D63423ABB1FDEAAEAA9FDC3"/>
        <w:category>
          <w:name w:val="General"/>
          <w:gallery w:val="placeholder"/>
        </w:category>
        <w:types>
          <w:type w:val="bbPlcHdr"/>
        </w:types>
        <w:behaviors>
          <w:behavior w:val="content"/>
        </w:behaviors>
        <w:guid w:val="{821CEDC0-76AB-4336-89A0-81B469A090C0}"/>
      </w:docPartPr>
      <w:docPartBody>
        <w:p w:rsidR="00B15E6E" w:rsidRDefault="004A1501" w:rsidP="004A1501">
          <w:pPr>
            <w:pStyle w:val="7437CD792D63423ABB1FDEAAEAA9FDC3"/>
          </w:pPr>
          <w:r w:rsidRPr="00B532B5">
            <w:rPr>
              <w:rStyle w:val="PlaceholderText"/>
            </w:rPr>
            <w:t>Enter name</w:t>
          </w:r>
        </w:p>
      </w:docPartBody>
    </w:docPart>
    <w:docPart>
      <w:docPartPr>
        <w:name w:val="8606EE117E8446FFBE47EDFA037872A9"/>
        <w:category>
          <w:name w:val="General"/>
          <w:gallery w:val="placeholder"/>
        </w:category>
        <w:types>
          <w:type w:val="bbPlcHdr"/>
        </w:types>
        <w:behaviors>
          <w:behavior w:val="content"/>
        </w:behaviors>
        <w:guid w:val="{829E4E28-BF43-40C0-84E5-E367A511BBE4}"/>
      </w:docPartPr>
      <w:docPartBody>
        <w:p w:rsidR="00B15E6E" w:rsidRDefault="004A1501" w:rsidP="004A1501">
          <w:pPr>
            <w:pStyle w:val="8606EE117E8446FFBE47EDFA037872A9"/>
          </w:pPr>
          <w:r w:rsidRPr="00B532B5">
            <w:rPr>
              <w:rStyle w:val="PlaceholderText"/>
            </w:rPr>
            <w:t>Choose a degree level</w:t>
          </w:r>
        </w:p>
      </w:docPartBody>
    </w:docPart>
    <w:docPart>
      <w:docPartPr>
        <w:name w:val="83FE9A7CB5304F3E8DE58D4CFC85F5C9"/>
        <w:category>
          <w:name w:val="General"/>
          <w:gallery w:val="placeholder"/>
        </w:category>
        <w:types>
          <w:type w:val="bbPlcHdr"/>
        </w:types>
        <w:behaviors>
          <w:behavior w:val="content"/>
        </w:behaviors>
        <w:guid w:val="{0CDD3740-CDA1-410C-80A4-BF5C6B7F6E8F}"/>
      </w:docPartPr>
      <w:docPartBody>
        <w:p w:rsidR="00AA1767" w:rsidRDefault="004A1501" w:rsidP="004A1501">
          <w:pPr>
            <w:pStyle w:val="83FE9A7CB5304F3E8DE58D4CFC85F5C9"/>
          </w:pPr>
          <w:r w:rsidRPr="00F071D5">
            <w:rPr>
              <w:rStyle w:val="PlaceholderText"/>
            </w:rPr>
            <w:t>Type your signature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E38"/>
    <w:rsid w:val="00047E68"/>
    <w:rsid w:val="001B4E38"/>
    <w:rsid w:val="0046175A"/>
    <w:rsid w:val="004A1501"/>
    <w:rsid w:val="00833D0E"/>
    <w:rsid w:val="00930969"/>
    <w:rsid w:val="009729BE"/>
    <w:rsid w:val="00AA1767"/>
    <w:rsid w:val="00B15E6E"/>
    <w:rsid w:val="00B2494B"/>
    <w:rsid w:val="00CF0A16"/>
    <w:rsid w:val="00FC17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1501"/>
    <w:rPr>
      <w:color w:val="808080"/>
    </w:rPr>
  </w:style>
  <w:style w:type="paragraph" w:customStyle="1" w:styleId="7DA162672325429CA393DD0A1A6EA347">
    <w:name w:val="7DA162672325429CA393DD0A1A6EA347"/>
    <w:rsid w:val="004A1501"/>
    <w:pPr>
      <w:spacing w:after="0" w:line="240" w:lineRule="auto"/>
    </w:pPr>
    <w:rPr>
      <w:rFonts w:ascii="Calibri" w:eastAsiaTheme="minorHAnsi" w:hAnsi="Calibri" w:cs="Calibri"/>
      <w:lang w:val="en-US" w:eastAsia="en-US"/>
    </w:rPr>
  </w:style>
  <w:style w:type="paragraph" w:customStyle="1" w:styleId="486131A7C525487BAD7FBD1943523D4B">
    <w:name w:val="486131A7C525487BAD7FBD1943523D4B"/>
    <w:rsid w:val="004A1501"/>
    <w:pPr>
      <w:spacing w:after="0" w:line="240" w:lineRule="auto"/>
    </w:pPr>
    <w:rPr>
      <w:rFonts w:ascii="Calibri" w:eastAsiaTheme="minorHAnsi" w:hAnsi="Calibri" w:cs="Calibri"/>
      <w:lang w:val="en-US" w:eastAsia="en-US"/>
    </w:rPr>
  </w:style>
  <w:style w:type="paragraph" w:customStyle="1" w:styleId="672BF6398753432A8377C9F0C157C448">
    <w:name w:val="672BF6398753432A8377C9F0C157C448"/>
    <w:rsid w:val="004A1501"/>
    <w:pPr>
      <w:spacing w:after="0" w:line="240" w:lineRule="auto"/>
    </w:pPr>
    <w:rPr>
      <w:rFonts w:ascii="Calibri" w:eastAsiaTheme="minorHAnsi" w:hAnsi="Calibri" w:cs="Calibri"/>
      <w:lang w:val="en-US" w:eastAsia="en-US"/>
    </w:rPr>
  </w:style>
  <w:style w:type="paragraph" w:customStyle="1" w:styleId="80C2F5B8CBF644A99935FFD554161823">
    <w:name w:val="80C2F5B8CBF644A99935FFD554161823"/>
    <w:rsid w:val="004A1501"/>
    <w:pPr>
      <w:spacing w:after="0" w:line="240" w:lineRule="auto"/>
    </w:pPr>
    <w:rPr>
      <w:rFonts w:ascii="Calibri" w:eastAsiaTheme="minorHAnsi" w:hAnsi="Calibri" w:cs="Calibri"/>
      <w:lang w:val="en-US" w:eastAsia="en-US"/>
    </w:rPr>
  </w:style>
  <w:style w:type="paragraph" w:customStyle="1" w:styleId="1B4AD3F572E14C2BB0B00B0F8BACA315">
    <w:name w:val="1B4AD3F572E14C2BB0B00B0F8BACA315"/>
    <w:rsid w:val="004A1501"/>
    <w:pPr>
      <w:spacing w:after="0" w:line="240" w:lineRule="auto"/>
    </w:pPr>
    <w:rPr>
      <w:rFonts w:ascii="Calibri" w:eastAsiaTheme="minorHAnsi" w:hAnsi="Calibri" w:cs="Calibri"/>
      <w:lang w:val="en-US" w:eastAsia="en-US"/>
    </w:rPr>
  </w:style>
  <w:style w:type="paragraph" w:customStyle="1" w:styleId="F63B5BC7C3664CFCBB2C90241EE5A0B7">
    <w:name w:val="F63B5BC7C3664CFCBB2C90241EE5A0B7"/>
    <w:rsid w:val="004A1501"/>
    <w:pPr>
      <w:spacing w:after="0" w:line="240" w:lineRule="auto"/>
    </w:pPr>
    <w:rPr>
      <w:rFonts w:ascii="Calibri" w:eastAsiaTheme="minorHAnsi" w:hAnsi="Calibri" w:cs="Calibri"/>
      <w:lang w:val="en-US" w:eastAsia="en-US"/>
    </w:rPr>
  </w:style>
  <w:style w:type="paragraph" w:customStyle="1" w:styleId="E612753E41604C37BDD22070A35918A1">
    <w:name w:val="E612753E41604C37BDD22070A35918A1"/>
    <w:rsid w:val="004A1501"/>
    <w:pPr>
      <w:spacing w:after="0" w:line="240" w:lineRule="auto"/>
    </w:pPr>
    <w:rPr>
      <w:rFonts w:ascii="Calibri" w:eastAsiaTheme="minorHAnsi" w:hAnsi="Calibri" w:cs="Calibri"/>
      <w:lang w:val="en-US" w:eastAsia="en-US"/>
    </w:rPr>
  </w:style>
  <w:style w:type="paragraph" w:customStyle="1" w:styleId="8606EE117E8446FFBE47EDFA037872A9">
    <w:name w:val="8606EE117E8446FFBE47EDFA037872A9"/>
    <w:rsid w:val="004A1501"/>
    <w:pPr>
      <w:spacing w:after="0" w:line="240" w:lineRule="auto"/>
    </w:pPr>
    <w:rPr>
      <w:rFonts w:ascii="Calibri" w:eastAsiaTheme="minorHAnsi" w:hAnsi="Calibri" w:cs="Calibri"/>
      <w:lang w:val="en-US" w:eastAsia="en-US"/>
    </w:rPr>
  </w:style>
  <w:style w:type="paragraph" w:customStyle="1" w:styleId="7C451182D19D48C899E3C3E495A9C5D1">
    <w:name w:val="7C451182D19D48C899E3C3E495A9C5D1"/>
    <w:rsid w:val="004A1501"/>
    <w:pPr>
      <w:spacing w:after="0" w:line="240" w:lineRule="auto"/>
    </w:pPr>
    <w:rPr>
      <w:rFonts w:ascii="Calibri" w:eastAsiaTheme="minorHAnsi" w:hAnsi="Calibri" w:cs="Calibri"/>
      <w:lang w:val="en-US" w:eastAsia="en-US"/>
    </w:rPr>
  </w:style>
  <w:style w:type="paragraph" w:customStyle="1" w:styleId="1B79D2A270144B6BA09027B621007C4A">
    <w:name w:val="1B79D2A270144B6BA09027B621007C4A"/>
    <w:rsid w:val="004A1501"/>
    <w:pPr>
      <w:spacing w:after="0" w:line="240" w:lineRule="auto"/>
    </w:pPr>
    <w:rPr>
      <w:rFonts w:ascii="Calibri" w:eastAsiaTheme="minorHAnsi" w:hAnsi="Calibri" w:cs="Calibri"/>
      <w:lang w:val="en-US" w:eastAsia="en-US"/>
    </w:rPr>
  </w:style>
  <w:style w:type="paragraph" w:customStyle="1" w:styleId="5894BBF4A72A4C76B8A7909FCA757C01">
    <w:name w:val="5894BBF4A72A4C76B8A7909FCA757C01"/>
    <w:rsid w:val="004A1501"/>
    <w:pPr>
      <w:spacing w:after="0" w:line="240" w:lineRule="auto"/>
    </w:pPr>
    <w:rPr>
      <w:rFonts w:ascii="Calibri" w:eastAsiaTheme="minorHAnsi" w:hAnsi="Calibri" w:cs="Calibri"/>
      <w:lang w:val="en-US" w:eastAsia="en-US"/>
    </w:rPr>
  </w:style>
  <w:style w:type="paragraph" w:customStyle="1" w:styleId="2A61E230110845CEB6C17734DFCCCD4E">
    <w:name w:val="2A61E230110845CEB6C17734DFCCCD4E"/>
    <w:rsid w:val="004A1501"/>
    <w:pPr>
      <w:spacing w:after="0" w:line="240" w:lineRule="auto"/>
    </w:pPr>
    <w:rPr>
      <w:rFonts w:ascii="Calibri" w:eastAsiaTheme="minorHAnsi" w:hAnsi="Calibri" w:cs="Calibri"/>
      <w:lang w:val="en-US" w:eastAsia="en-US"/>
    </w:rPr>
  </w:style>
  <w:style w:type="paragraph" w:customStyle="1" w:styleId="83FE9A7CB5304F3E8DE58D4CFC85F5C9">
    <w:name w:val="83FE9A7CB5304F3E8DE58D4CFC85F5C9"/>
    <w:rsid w:val="004A1501"/>
    <w:pPr>
      <w:spacing w:after="0" w:line="240" w:lineRule="auto"/>
    </w:pPr>
    <w:rPr>
      <w:rFonts w:ascii="Calibri" w:eastAsiaTheme="minorHAnsi" w:hAnsi="Calibri" w:cs="Calibri"/>
      <w:lang w:val="en-US" w:eastAsia="en-US"/>
    </w:rPr>
  </w:style>
  <w:style w:type="paragraph" w:customStyle="1" w:styleId="F2C7B5EF89A346A8BFEDFA09243443A0">
    <w:name w:val="F2C7B5EF89A346A8BFEDFA09243443A0"/>
    <w:rsid w:val="004A1501"/>
    <w:pPr>
      <w:spacing w:after="0" w:line="240" w:lineRule="auto"/>
    </w:pPr>
    <w:rPr>
      <w:rFonts w:ascii="Calibri" w:eastAsiaTheme="minorHAnsi" w:hAnsi="Calibri" w:cs="Calibri"/>
      <w:lang w:val="en-US" w:eastAsia="en-US"/>
    </w:rPr>
  </w:style>
  <w:style w:type="paragraph" w:customStyle="1" w:styleId="7437CD792D63423ABB1FDEAAEAA9FDC3">
    <w:name w:val="7437CD792D63423ABB1FDEAAEAA9FDC3"/>
    <w:rsid w:val="004A1501"/>
    <w:pPr>
      <w:spacing w:after="0" w:line="240" w:lineRule="auto"/>
    </w:pPr>
    <w:rPr>
      <w:rFonts w:ascii="Calibri" w:eastAsiaTheme="minorHAnsi" w:hAnsi="Calibri" w:cs="Calibr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portingDate xmlns="66d6b977-66fd-4b01-955e-3d196255293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334D61EFCAA541ADA36AE9841954B4" ma:contentTypeVersion="2" ma:contentTypeDescription="Create a new document." ma:contentTypeScope="" ma:versionID="330330364a63d51792f72acb42853867">
  <xsd:schema xmlns:xsd="http://www.w3.org/2001/XMLSchema" xmlns:xs="http://www.w3.org/2001/XMLSchema" xmlns:p="http://schemas.microsoft.com/office/2006/metadata/properties" xmlns:ns2="66d6b977-66fd-4b01-955e-3d1962552935" targetNamespace="http://schemas.microsoft.com/office/2006/metadata/properties" ma:root="true" ma:fieldsID="896dc62f01e4ee13ba80ba7f4daa93bf" ns2:_="">
    <xsd:import namespace="66d6b977-66fd-4b01-955e-3d1962552935"/>
    <xsd:element name="properties">
      <xsd:complexType>
        <xsd:sequence>
          <xsd:element name="documentManagement">
            <xsd:complexType>
              <xsd:all>
                <xsd:element ref="ns2:Reporting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6b977-66fd-4b01-955e-3d1962552935" elementFormDefault="qualified">
    <xsd:import namespace="http://schemas.microsoft.com/office/2006/documentManagement/types"/>
    <xsd:import namespace="http://schemas.microsoft.com/office/infopath/2007/PartnerControls"/>
    <xsd:element name="ReportingDate" ma:index="8" nillable="true" ma:displayName="Reporting Date" ma:format="DateOnly" ma:internalName="Reporting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91E136-32A0-42AB-84A1-C0163E991F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F5EED6-CEB3-4DB2-85F9-44953B759707}">
  <ds:schemaRefs>
    <ds:schemaRef ds:uri="http://schemas.microsoft.com/sharepoint/v3/contenttype/forms"/>
  </ds:schemaRefs>
</ds:datastoreItem>
</file>

<file path=customXml/itemProps3.xml><?xml version="1.0" encoding="utf-8"?>
<ds:datastoreItem xmlns:ds="http://schemas.openxmlformats.org/officeDocument/2006/customXml" ds:itemID="{E1D1CD94-7AAA-46AA-B07B-24A5D4415F15}">
  <ds:schemaRefs>
    <ds:schemaRef ds:uri="http://schemas.openxmlformats.org/officeDocument/2006/bibliography"/>
  </ds:schemaRefs>
</ds:datastoreItem>
</file>

<file path=customXml/itemProps4.xml><?xml version="1.0" encoding="utf-8"?>
<ds:datastoreItem xmlns:ds="http://schemas.openxmlformats.org/officeDocument/2006/customXml" ds:itemID="{F9AEA7B5-1CE4-4C81-BDE7-FDC660185228}"/>
</file>

<file path=docProps/app.xml><?xml version="1.0" encoding="utf-8"?>
<Properties xmlns="http://schemas.openxmlformats.org/officeDocument/2006/extended-properties" xmlns:vt="http://schemas.openxmlformats.org/officeDocument/2006/docPropsVTypes">
  <Template>Mitacs%20Document%20Template%20-%202021</Template>
  <TotalTime>77</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Links>
    <vt:vector size="12" baseType="variant">
      <vt:variant>
        <vt:i4>4587604</vt:i4>
      </vt:variant>
      <vt:variant>
        <vt:i4>3</vt:i4>
      </vt:variant>
      <vt:variant>
        <vt:i4>0</vt:i4>
      </vt:variant>
      <vt:variant>
        <vt:i4>5</vt:i4>
      </vt:variant>
      <vt:variant>
        <vt:lpwstr>https://www.mitacs.ca/en/contact-us/business-development</vt:lpwstr>
      </vt:variant>
      <vt:variant>
        <vt:lpwstr/>
      </vt:variant>
      <vt:variant>
        <vt:i4>5963804</vt:i4>
      </vt:variant>
      <vt:variant>
        <vt:i4>0</vt:i4>
      </vt:variant>
      <vt:variant>
        <vt:i4>0</vt:i4>
      </vt:variant>
      <vt:variant>
        <vt:i4>5</vt:i4>
      </vt:variant>
      <vt:variant>
        <vt:lpwstr>https://www.mitacs.ca/en/conflict-interest-policy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James</dc:creator>
  <cp:keywords/>
  <dc:description/>
  <cp:lastModifiedBy>Janet James</cp:lastModifiedBy>
  <cp:revision>26</cp:revision>
  <cp:lastPrinted>2021-06-25T13:26:00Z</cp:lastPrinted>
  <dcterms:created xsi:type="dcterms:W3CDTF">2021-07-07T13:28:00Z</dcterms:created>
  <dcterms:modified xsi:type="dcterms:W3CDTF">2021-09-16T19:27:00Z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0x0101001A334D61EFCAA541ADA36AE9841954B4</vt:lpwstr>
  </property>
</Properties>
</file>